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B7A" w:rsidRPr="00E63691" w:rsidRDefault="00057B7A">
      <w:pPr>
        <w:spacing w:after="0" w:line="408" w:lineRule="auto"/>
        <w:ind w:left="120"/>
        <w:jc w:val="center"/>
        <w:rPr>
          <w:lang w:val="ru-RU"/>
        </w:rPr>
      </w:pPr>
      <w:r w:rsidRPr="00E6369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57B7A" w:rsidRPr="00E63691" w:rsidRDefault="00057B7A">
      <w:pPr>
        <w:spacing w:after="0" w:line="408" w:lineRule="auto"/>
        <w:ind w:left="120"/>
        <w:jc w:val="center"/>
        <w:rPr>
          <w:lang w:val="ru-RU"/>
        </w:rPr>
      </w:pPr>
      <w:r w:rsidRPr="00E6369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0ff8209f-a031-4e38-b2e9-77222347598e"/>
      <w:bookmarkEnd w:id="0"/>
      <w:r w:rsidRPr="00E63691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Татарстан‌‌</w:t>
      </w:r>
    </w:p>
    <w:p w:rsidR="00057B7A" w:rsidRPr="00E63691" w:rsidRDefault="00057B7A">
      <w:pPr>
        <w:spacing w:after="0" w:line="408" w:lineRule="auto"/>
        <w:ind w:left="120"/>
        <w:jc w:val="center"/>
        <w:rPr>
          <w:lang w:val="ru-RU"/>
        </w:rPr>
      </w:pPr>
      <w:r w:rsidRPr="00E6369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faacd0a8-d455-4eb1-b068-cbe4889abc92"/>
      <w:bookmarkEnd w:id="1"/>
      <w:r w:rsidRPr="00E63691">
        <w:rPr>
          <w:rFonts w:ascii="Times New Roman" w:hAnsi="Times New Roman"/>
          <w:b/>
          <w:color w:val="000000"/>
          <w:sz w:val="28"/>
          <w:lang w:val="ru-RU"/>
        </w:rPr>
        <w:t>Исполком Пестречинского муниципального района‌</w:t>
      </w:r>
      <w:r w:rsidRPr="00E63691">
        <w:rPr>
          <w:rFonts w:ascii="Times New Roman" w:hAnsi="Times New Roman"/>
          <w:color w:val="000000"/>
          <w:sz w:val="28"/>
          <w:lang w:val="ru-RU"/>
        </w:rPr>
        <w:t>​</w:t>
      </w:r>
    </w:p>
    <w:p w:rsidR="00057B7A" w:rsidRPr="00E63691" w:rsidRDefault="00057B7A">
      <w:pPr>
        <w:spacing w:after="0" w:line="408" w:lineRule="auto"/>
        <w:ind w:left="120"/>
        <w:jc w:val="center"/>
        <w:rPr>
          <w:lang w:val="ru-RU"/>
        </w:rPr>
      </w:pPr>
      <w:r w:rsidRPr="00E63691">
        <w:rPr>
          <w:rFonts w:ascii="Times New Roman" w:hAnsi="Times New Roman"/>
          <w:b/>
          <w:color w:val="000000"/>
          <w:sz w:val="28"/>
          <w:lang w:val="ru-RU"/>
        </w:rPr>
        <w:t>МБОУ "Ленино-Кокушкинская СОШ"</w:t>
      </w:r>
    </w:p>
    <w:p w:rsidR="00057B7A" w:rsidRPr="00E63691" w:rsidRDefault="00057B7A">
      <w:pPr>
        <w:spacing w:after="0"/>
        <w:ind w:left="120"/>
        <w:rPr>
          <w:lang w:val="ru-RU"/>
        </w:rPr>
      </w:pPr>
    </w:p>
    <w:p w:rsidR="00057B7A" w:rsidRPr="00E63691" w:rsidRDefault="00057B7A">
      <w:pPr>
        <w:spacing w:after="0"/>
        <w:ind w:left="120"/>
        <w:rPr>
          <w:lang w:val="ru-RU"/>
        </w:rPr>
      </w:pPr>
    </w:p>
    <w:p w:rsidR="00057B7A" w:rsidRPr="00E63691" w:rsidRDefault="00057B7A">
      <w:pPr>
        <w:spacing w:after="0"/>
        <w:ind w:left="120"/>
        <w:rPr>
          <w:lang w:val="ru-RU"/>
        </w:rPr>
      </w:pPr>
    </w:p>
    <w:p w:rsidR="00057B7A" w:rsidRPr="00E63691" w:rsidRDefault="00057B7A">
      <w:pPr>
        <w:spacing w:after="0"/>
        <w:ind w:left="120"/>
        <w:rPr>
          <w:lang w:val="ru-RU"/>
        </w:rPr>
      </w:pPr>
    </w:p>
    <w:tbl>
      <w:tblPr>
        <w:tblW w:w="0" w:type="auto"/>
        <w:tblLook w:val="00A0"/>
      </w:tblPr>
      <w:tblGrid>
        <w:gridCol w:w="3114"/>
        <w:gridCol w:w="3115"/>
        <w:gridCol w:w="3115"/>
      </w:tblGrid>
      <w:tr w:rsidR="00057B7A" w:rsidRPr="00B748BF" w:rsidTr="000D4161">
        <w:tc>
          <w:tcPr>
            <w:tcW w:w="3114" w:type="dxa"/>
          </w:tcPr>
          <w:p w:rsidR="00057B7A" w:rsidRPr="00B03E99" w:rsidRDefault="00057B7A" w:rsidP="000D4161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B03E9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057B7A" w:rsidRPr="00B03E99" w:rsidRDefault="00057B7A" w:rsidP="004E6975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ШМО учителей развивающего цикла </w:t>
            </w:r>
          </w:p>
          <w:p w:rsidR="00057B7A" w:rsidRPr="00B03E99" w:rsidRDefault="00057B7A" w:rsidP="004E6975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03E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57B7A" w:rsidRPr="00B03E99" w:rsidRDefault="00057B7A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03E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Газизуллина Р.Э.</w:t>
            </w:r>
          </w:p>
          <w:p w:rsidR="00057B7A" w:rsidRPr="00B03E99" w:rsidRDefault="00057B7A" w:rsidP="004E697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Приказ№ 1 от «18» августа </w:t>
            </w:r>
            <w:r w:rsidRPr="00B03E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20</w:t>
            </w:r>
            <w:r w:rsidRPr="00B03E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23 г.</w:t>
            </w:r>
          </w:p>
          <w:p w:rsidR="00057B7A" w:rsidRPr="00B03E99" w:rsidRDefault="00057B7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57B7A" w:rsidRPr="00B03E99" w:rsidRDefault="00057B7A" w:rsidP="000D4161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B03E9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057B7A" w:rsidRPr="00B03E99" w:rsidRDefault="00057B7A" w:rsidP="004E6975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B03E9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057B7A" w:rsidRPr="00B03E99" w:rsidRDefault="00057B7A" w:rsidP="004E6975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03E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57B7A" w:rsidRPr="00B03E99" w:rsidRDefault="00057B7A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03E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Губайдуллина А.М.</w:t>
            </w:r>
          </w:p>
          <w:p w:rsidR="00057B7A" w:rsidRPr="00B03E99" w:rsidRDefault="00057B7A" w:rsidP="004E697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от «19» августа </w:t>
            </w:r>
            <w:r w:rsidRPr="00B03E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20</w:t>
            </w:r>
            <w:r w:rsidRPr="00B03E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23 г.</w:t>
            </w:r>
          </w:p>
          <w:p w:rsidR="00057B7A" w:rsidRPr="00B03E99" w:rsidRDefault="00057B7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57B7A" w:rsidRPr="00B03E99" w:rsidRDefault="00057B7A" w:rsidP="000E6D86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B03E9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57B7A" w:rsidRPr="00B03E99" w:rsidRDefault="00057B7A" w:rsidP="000E6D86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B03E9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Директор МБОУ "Ленино-Кокушкинская СОШ"</w:t>
            </w:r>
          </w:p>
          <w:p w:rsidR="00057B7A" w:rsidRPr="00B03E99" w:rsidRDefault="00057B7A" w:rsidP="000E6D86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03E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57B7A" w:rsidRPr="00B03E99" w:rsidRDefault="00057B7A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03E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Шаронова И.В.</w:t>
            </w:r>
          </w:p>
          <w:p w:rsidR="00057B7A" w:rsidRPr="00B03E99" w:rsidRDefault="00057B7A" w:rsidP="000E6D8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Приказ№88 от «19» августа 20</w:t>
            </w:r>
            <w:r w:rsidRPr="00B03E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23 г.</w:t>
            </w:r>
          </w:p>
          <w:p w:rsidR="00057B7A" w:rsidRPr="00B03E99" w:rsidRDefault="00057B7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57B7A" w:rsidRPr="00E63691" w:rsidRDefault="00057B7A">
      <w:pPr>
        <w:spacing w:after="0"/>
        <w:ind w:left="120"/>
        <w:rPr>
          <w:lang w:val="ru-RU"/>
        </w:rPr>
      </w:pPr>
    </w:p>
    <w:p w:rsidR="00057B7A" w:rsidRPr="00E63691" w:rsidRDefault="00057B7A">
      <w:pPr>
        <w:spacing w:after="0"/>
        <w:ind w:left="120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‌</w:t>
      </w:r>
    </w:p>
    <w:p w:rsidR="00057B7A" w:rsidRPr="00E63691" w:rsidRDefault="00057B7A">
      <w:pPr>
        <w:spacing w:after="0"/>
        <w:ind w:left="120"/>
        <w:rPr>
          <w:lang w:val="ru-RU"/>
        </w:rPr>
      </w:pPr>
    </w:p>
    <w:p w:rsidR="00057B7A" w:rsidRPr="00E63691" w:rsidRDefault="00057B7A">
      <w:pPr>
        <w:spacing w:after="0"/>
        <w:ind w:left="120"/>
        <w:rPr>
          <w:lang w:val="ru-RU"/>
        </w:rPr>
      </w:pPr>
    </w:p>
    <w:p w:rsidR="00057B7A" w:rsidRPr="00E63691" w:rsidRDefault="00057B7A">
      <w:pPr>
        <w:spacing w:after="0"/>
        <w:ind w:left="120"/>
        <w:rPr>
          <w:lang w:val="ru-RU"/>
        </w:rPr>
      </w:pPr>
    </w:p>
    <w:p w:rsidR="00057B7A" w:rsidRPr="00E63691" w:rsidRDefault="00057B7A">
      <w:pPr>
        <w:spacing w:after="0" w:line="408" w:lineRule="auto"/>
        <w:ind w:left="120"/>
        <w:jc w:val="center"/>
        <w:rPr>
          <w:lang w:val="ru-RU"/>
        </w:rPr>
      </w:pPr>
      <w:r w:rsidRPr="00E6369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57B7A" w:rsidRPr="00E63691" w:rsidRDefault="00057B7A">
      <w:pPr>
        <w:spacing w:after="0" w:line="408" w:lineRule="auto"/>
        <w:ind w:left="120"/>
        <w:jc w:val="center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63691">
        <w:rPr>
          <w:rFonts w:ascii="Times New Roman" w:hAnsi="Times New Roman"/>
          <w:color w:val="000000"/>
          <w:sz w:val="28"/>
          <w:lang w:val="ru-RU"/>
        </w:rPr>
        <w:t xml:space="preserve"> 1689694)</w:t>
      </w:r>
    </w:p>
    <w:p w:rsidR="00057B7A" w:rsidRPr="00E63691" w:rsidRDefault="00057B7A">
      <w:pPr>
        <w:spacing w:after="0"/>
        <w:ind w:left="120"/>
        <w:jc w:val="center"/>
        <w:rPr>
          <w:lang w:val="ru-RU"/>
        </w:rPr>
      </w:pPr>
    </w:p>
    <w:p w:rsidR="00057B7A" w:rsidRPr="00E63691" w:rsidRDefault="00057B7A">
      <w:pPr>
        <w:spacing w:after="0" w:line="408" w:lineRule="auto"/>
        <w:ind w:left="120"/>
        <w:jc w:val="center"/>
        <w:rPr>
          <w:lang w:val="ru-RU"/>
        </w:rPr>
      </w:pPr>
      <w:r w:rsidRPr="00E63691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057B7A" w:rsidRPr="00E63691" w:rsidRDefault="00057B7A">
      <w:pPr>
        <w:spacing w:after="0" w:line="408" w:lineRule="auto"/>
        <w:ind w:left="120"/>
        <w:jc w:val="center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Pr="00E63691">
        <w:rPr>
          <w:rFonts w:ascii="Times New Roman" w:hAnsi="Times New Roman"/>
          <w:color w:val="000000"/>
          <w:spacing w:val="1"/>
          <w:sz w:val="28"/>
          <w:lang w:val="ru-RU"/>
        </w:rPr>
        <w:t xml:space="preserve">– </w:t>
      </w:r>
      <w:r w:rsidRPr="00E63691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057B7A" w:rsidRPr="00E63691" w:rsidRDefault="00057B7A">
      <w:pPr>
        <w:spacing w:after="0"/>
        <w:ind w:left="120"/>
        <w:jc w:val="center"/>
        <w:rPr>
          <w:lang w:val="ru-RU"/>
        </w:rPr>
      </w:pPr>
    </w:p>
    <w:p w:rsidR="00057B7A" w:rsidRPr="00E63691" w:rsidRDefault="00057B7A">
      <w:pPr>
        <w:spacing w:after="0"/>
        <w:ind w:left="120"/>
        <w:jc w:val="center"/>
        <w:rPr>
          <w:lang w:val="ru-RU"/>
        </w:rPr>
      </w:pPr>
    </w:p>
    <w:p w:rsidR="00057B7A" w:rsidRPr="00E63691" w:rsidRDefault="00057B7A">
      <w:pPr>
        <w:spacing w:after="0"/>
        <w:ind w:left="120"/>
        <w:jc w:val="center"/>
        <w:rPr>
          <w:lang w:val="ru-RU"/>
        </w:rPr>
      </w:pPr>
    </w:p>
    <w:p w:rsidR="00057B7A" w:rsidRPr="00E63691" w:rsidRDefault="00057B7A">
      <w:pPr>
        <w:spacing w:after="0"/>
        <w:ind w:left="120"/>
        <w:jc w:val="center"/>
        <w:rPr>
          <w:lang w:val="ru-RU"/>
        </w:rPr>
      </w:pPr>
    </w:p>
    <w:p w:rsidR="00057B7A" w:rsidRPr="00E63691" w:rsidRDefault="00057B7A">
      <w:pPr>
        <w:spacing w:after="0"/>
        <w:ind w:left="120"/>
        <w:jc w:val="center"/>
        <w:rPr>
          <w:lang w:val="ru-RU"/>
        </w:rPr>
      </w:pPr>
    </w:p>
    <w:p w:rsidR="00057B7A" w:rsidRPr="00E63691" w:rsidRDefault="00057B7A">
      <w:pPr>
        <w:spacing w:after="0"/>
        <w:ind w:left="120"/>
        <w:jc w:val="center"/>
        <w:rPr>
          <w:lang w:val="ru-RU"/>
        </w:rPr>
      </w:pPr>
    </w:p>
    <w:p w:rsidR="00057B7A" w:rsidRPr="00E63691" w:rsidRDefault="00057B7A">
      <w:pPr>
        <w:spacing w:after="0"/>
        <w:ind w:left="120"/>
        <w:jc w:val="center"/>
        <w:rPr>
          <w:lang w:val="ru-RU"/>
        </w:rPr>
      </w:pPr>
    </w:p>
    <w:p w:rsidR="00057B7A" w:rsidRPr="00E63691" w:rsidRDefault="00057B7A">
      <w:pPr>
        <w:spacing w:after="0"/>
        <w:ind w:left="120"/>
        <w:jc w:val="center"/>
        <w:rPr>
          <w:lang w:val="ru-RU"/>
        </w:rPr>
      </w:pPr>
    </w:p>
    <w:p w:rsidR="00057B7A" w:rsidRPr="00E63691" w:rsidRDefault="00057B7A">
      <w:pPr>
        <w:spacing w:after="0"/>
        <w:ind w:left="120"/>
        <w:jc w:val="center"/>
        <w:rPr>
          <w:lang w:val="ru-RU"/>
        </w:rPr>
      </w:pPr>
    </w:p>
    <w:p w:rsidR="00057B7A" w:rsidRPr="00E63691" w:rsidRDefault="00057B7A">
      <w:pPr>
        <w:spacing w:after="0"/>
        <w:ind w:left="120"/>
        <w:jc w:val="center"/>
        <w:rPr>
          <w:lang w:val="ru-RU"/>
        </w:rPr>
      </w:pPr>
    </w:p>
    <w:p w:rsidR="00057B7A" w:rsidRPr="00E63691" w:rsidRDefault="00057B7A">
      <w:pPr>
        <w:spacing w:after="0"/>
        <w:ind w:left="120"/>
        <w:jc w:val="center"/>
        <w:rPr>
          <w:lang w:val="ru-RU"/>
        </w:rPr>
      </w:pPr>
    </w:p>
    <w:p w:rsidR="00057B7A" w:rsidRPr="00E63691" w:rsidRDefault="00057B7A">
      <w:pPr>
        <w:spacing w:after="0"/>
        <w:ind w:left="120"/>
        <w:jc w:val="center"/>
        <w:rPr>
          <w:lang w:val="ru-RU"/>
        </w:rPr>
      </w:pPr>
    </w:p>
    <w:p w:rsidR="00057B7A" w:rsidRPr="00E63691" w:rsidRDefault="00057B7A">
      <w:pPr>
        <w:spacing w:after="0"/>
        <w:ind w:left="120"/>
        <w:jc w:val="center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8385f7dc-0ab0-4870-aa9c-d50d4a6594a1"/>
      <w:bookmarkEnd w:id="2"/>
      <w:r w:rsidRPr="00E63691">
        <w:rPr>
          <w:rFonts w:ascii="Times New Roman" w:hAnsi="Times New Roman"/>
          <w:b/>
          <w:color w:val="000000"/>
          <w:sz w:val="28"/>
          <w:lang w:val="ru-RU"/>
        </w:rPr>
        <w:t>с. Ленино-Кокушкино‌</w:t>
      </w:r>
      <w:bookmarkStart w:id="3" w:name="df49827c-e8f0-4c9a-abd2-415b465ab7b1"/>
      <w:bookmarkEnd w:id="3"/>
      <w:r w:rsidRPr="00E63691">
        <w:rPr>
          <w:rFonts w:ascii="Times New Roman" w:hAnsi="Times New Roman"/>
          <w:b/>
          <w:color w:val="000000"/>
          <w:sz w:val="28"/>
          <w:lang w:val="ru-RU"/>
        </w:rPr>
        <w:t>2023‌</w:t>
      </w:r>
      <w:r w:rsidRPr="00E63691">
        <w:rPr>
          <w:rFonts w:ascii="Times New Roman" w:hAnsi="Times New Roman"/>
          <w:color w:val="000000"/>
          <w:sz w:val="28"/>
          <w:lang w:val="ru-RU"/>
        </w:rPr>
        <w:t>​</w:t>
      </w:r>
    </w:p>
    <w:p w:rsidR="00057B7A" w:rsidRPr="00E63691" w:rsidRDefault="00057B7A">
      <w:pPr>
        <w:spacing w:after="0"/>
        <w:ind w:left="120"/>
        <w:rPr>
          <w:lang w:val="ru-RU"/>
        </w:rPr>
      </w:pPr>
    </w:p>
    <w:p w:rsidR="00057B7A" w:rsidRPr="00E63691" w:rsidRDefault="00057B7A">
      <w:pPr>
        <w:rPr>
          <w:lang w:val="ru-RU"/>
        </w:rPr>
        <w:sectPr w:rsidR="00057B7A" w:rsidRPr="00E63691">
          <w:pgSz w:w="11906" w:h="16383"/>
          <w:pgMar w:top="1134" w:right="850" w:bottom="1134" w:left="1701" w:header="720" w:footer="720" w:gutter="0"/>
          <w:cols w:space="720"/>
        </w:sectPr>
      </w:pPr>
    </w:p>
    <w:p w:rsidR="00057B7A" w:rsidRPr="00E63691" w:rsidRDefault="00057B7A">
      <w:pPr>
        <w:spacing w:after="0"/>
        <w:ind w:left="120"/>
        <w:jc w:val="both"/>
        <w:rPr>
          <w:lang w:val="ru-RU"/>
        </w:rPr>
      </w:pPr>
      <w:bookmarkStart w:id="4" w:name="block-12303542"/>
      <w:bookmarkEnd w:id="4"/>
      <w:r w:rsidRPr="00E63691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057B7A" w:rsidRPr="00E63691" w:rsidRDefault="00057B7A">
      <w:pPr>
        <w:spacing w:after="0"/>
        <w:ind w:left="120"/>
        <w:jc w:val="both"/>
        <w:rPr>
          <w:lang w:val="ru-RU"/>
        </w:rPr>
      </w:pPr>
    </w:p>
    <w:p w:rsidR="00057B7A" w:rsidRPr="00E63691" w:rsidRDefault="00057B7A">
      <w:pPr>
        <w:spacing w:after="0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содержания.</w:t>
      </w:r>
    </w:p>
    <w:p w:rsidR="00057B7A" w:rsidRPr="00E63691" w:rsidRDefault="00057B7A">
      <w:pPr>
        <w:spacing w:after="0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</w:t>
      </w:r>
      <w:r w:rsidRPr="00E63691">
        <w:rPr>
          <w:rFonts w:ascii="Times New Roman" w:hAnsi="Times New Roman"/>
          <w:color w:val="000000"/>
          <w:spacing w:val="-4"/>
          <w:sz w:val="28"/>
          <w:lang w:val="ru-RU"/>
        </w:rPr>
        <w:t>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057B7A" w:rsidRPr="00E63691" w:rsidRDefault="00057B7A">
      <w:pPr>
        <w:spacing w:after="0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E63691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:rsidR="00057B7A" w:rsidRPr="00E63691" w:rsidRDefault="00057B7A">
      <w:pPr>
        <w:spacing w:after="0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Программа по технологии конкретизирует содержание, предметные, метапредметные и личностные результаты.</w:t>
      </w:r>
    </w:p>
    <w:p w:rsidR="00057B7A" w:rsidRPr="00E63691" w:rsidRDefault="00057B7A">
      <w:pPr>
        <w:spacing w:after="0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:rsidR="00057B7A" w:rsidRPr="00E63691" w:rsidRDefault="00057B7A">
      <w:pPr>
        <w:spacing w:after="0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:rsidR="00057B7A" w:rsidRPr="00E63691" w:rsidRDefault="00057B7A">
      <w:pPr>
        <w:spacing w:after="0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Задачами курса технологии являются:</w:t>
      </w:r>
    </w:p>
    <w:p w:rsidR="00057B7A" w:rsidRPr="00E63691" w:rsidRDefault="00057B7A">
      <w:pPr>
        <w:spacing w:after="0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057B7A" w:rsidRPr="00E63691" w:rsidRDefault="00057B7A">
      <w:pPr>
        <w:spacing w:after="0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057B7A" w:rsidRPr="00E63691" w:rsidRDefault="00057B7A">
      <w:pPr>
        <w:spacing w:after="0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057B7A" w:rsidRPr="00E63691" w:rsidRDefault="00057B7A">
      <w:pPr>
        <w:spacing w:after="0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057B7A" w:rsidRPr="00E63691" w:rsidRDefault="00057B7A">
      <w:pPr>
        <w:spacing w:after="0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057B7A" w:rsidRPr="00E63691" w:rsidRDefault="00057B7A">
      <w:pPr>
        <w:spacing w:after="0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 w:rsidRPr="00E63691">
        <w:rPr>
          <w:rFonts w:ascii="Times New Roman" w:hAnsi="Times New Roman"/>
          <w:color w:val="000000"/>
          <w:spacing w:val="-2"/>
          <w:sz w:val="28"/>
          <w:lang w:val="ru-RU"/>
        </w:rPr>
        <w:t>эстетической, правовой, экологической, технологической и других ее проявлениях),</w:t>
      </w:r>
      <w:r w:rsidRPr="00E63691">
        <w:rPr>
          <w:rFonts w:ascii="Times New Roman" w:hAnsi="Times New Roman"/>
          <w:color w:val="000000"/>
          <w:sz w:val="28"/>
          <w:lang w:val="ru-RU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 труда и готовности принимать нестандартные решения.</w:t>
      </w:r>
    </w:p>
    <w:p w:rsidR="00057B7A" w:rsidRPr="00E63691" w:rsidRDefault="00057B7A">
      <w:pPr>
        <w:spacing w:after="0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Основной</w:t>
      </w:r>
      <w:r w:rsidRPr="00E63691">
        <w:rPr>
          <w:rFonts w:ascii="Times New Roman" w:hAnsi="Times New Roman"/>
          <w:color w:val="000000"/>
          <w:spacing w:val="-2"/>
          <w:sz w:val="28"/>
          <w:lang w:val="ru-RU"/>
        </w:rPr>
        <w:t xml:space="preserve"> методический принцип программы по технологии: освоение сущности и структуры технологии неразрывно</w:t>
      </w:r>
      <w:r w:rsidRPr="00E63691">
        <w:rPr>
          <w:rFonts w:ascii="Times New Roman" w:hAnsi="Times New Roman"/>
          <w:color w:val="000000"/>
          <w:sz w:val="28"/>
          <w:lang w:val="ru-RU"/>
        </w:rPr>
        <w:t xml:space="preserve"> связано с освоением процесса познания – построения и анализа разнообразных моделей. </w:t>
      </w:r>
    </w:p>
    <w:p w:rsidR="00057B7A" w:rsidRPr="00E63691" w:rsidRDefault="00057B7A">
      <w:pPr>
        <w:spacing w:after="0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Программа по технологии построена по модульному принципу.</w:t>
      </w:r>
    </w:p>
    <w:p w:rsidR="00057B7A" w:rsidRPr="00E63691" w:rsidRDefault="00057B7A">
      <w:pPr>
        <w:spacing w:after="0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:rsidR="00057B7A" w:rsidRPr="00E63691" w:rsidRDefault="00057B7A">
      <w:pPr>
        <w:spacing w:after="0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включает инвариантные (обязательные) модули и вариативные. </w:t>
      </w:r>
    </w:p>
    <w:p w:rsidR="00057B7A" w:rsidRPr="00E63691" w:rsidRDefault="00057B7A">
      <w:pPr>
        <w:spacing w:after="0"/>
        <w:ind w:left="120"/>
        <w:jc w:val="both"/>
        <w:rPr>
          <w:lang w:val="ru-RU"/>
        </w:rPr>
      </w:pPr>
      <w:r w:rsidRPr="00E63691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ТЕХНОЛОГИИ</w:t>
      </w:r>
    </w:p>
    <w:p w:rsidR="00057B7A" w:rsidRPr="00E63691" w:rsidRDefault="00057B7A">
      <w:pPr>
        <w:spacing w:after="0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057B7A" w:rsidRPr="00E63691" w:rsidRDefault="00057B7A">
      <w:pPr>
        <w:spacing w:after="0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057B7A" w:rsidRPr="00E63691" w:rsidRDefault="00057B7A">
      <w:pPr>
        <w:spacing w:after="0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057B7A" w:rsidRPr="00E63691" w:rsidRDefault="00057B7A">
      <w:pPr>
        <w:spacing w:after="0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:rsidR="00057B7A" w:rsidRPr="00E63691" w:rsidRDefault="00057B7A">
      <w:pPr>
        <w:spacing w:after="0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057B7A" w:rsidRPr="00E63691" w:rsidRDefault="00057B7A">
      <w:pPr>
        <w:spacing w:after="0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057B7A" w:rsidRPr="00E63691" w:rsidRDefault="00057B7A">
      <w:pPr>
        <w:spacing w:after="0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057B7A" w:rsidRPr="00E63691" w:rsidRDefault="00057B7A">
      <w:pPr>
        <w:spacing w:after="0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057B7A" w:rsidRPr="00E63691" w:rsidRDefault="00057B7A">
      <w:pPr>
        <w:spacing w:after="0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:rsidR="00057B7A" w:rsidRPr="00E63691" w:rsidRDefault="00057B7A">
      <w:pPr>
        <w:spacing w:after="0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057B7A" w:rsidRPr="00E63691" w:rsidRDefault="00057B7A">
      <w:pPr>
        <w:spacing w:after="0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057B7A" w:rsidRPr="00E63691" w:rsidRDefault="00057B7A">
      <w:pPr>
        <w:spacing w:after="0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057B7A" w:rsidRPr="00E63691" w:rsidRDefault="00057B7A">
      <w:pPr>
        <w:spacing w:after="0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057B7A" w:rsidRPr="00E63691" w:rsidRDefault="00057B7A">
      <w:pPr>
        <w:spacing w:after="0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E63691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057B7A" w:rsidRPr="00E63691" w:rsidRDefault="00057B7A">
      <w:pPr>
        <w:spacing w:after="0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057B7A" w:rsidRPr="00E63691" w:rsidRDefault="00057B7A">
      <w:pPr>
        <w:spacing w:after="0"/>
        <w:ind w:left="120"/>
        <w:jc w:val="both"/>
        <w:rPr>
          <w:lang w:val="ru-RU"/>
        </w:rPr>
      </w:pPr>
      <w:r w:rsidRPr="00E63691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ТЕХНОЛОГИИ</w:t>
      </w:r>
    </w:p>
    <w:p w:rsidR="00057B7A" w:rsidRPr="00E63691" w:rsidRDefault="00057B7A">
      <w:pPr>
        <w:spacing w:after="0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057B7A" w:rsidRPr="00E63691" w:rsidRDefault="00057B7A">
      <w:pPr>
        <w:spacing w:after="0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057B7A" w:rsidRPr="00E63691" w:rsidRDefault="00057B7A">
      <w:pPr>
        <w:spacing w:after="0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057B7A" w:rsidRPr="00E63691" w:rsidRDefault="00057B7A">
      <w:pPr>
        <w:spacing w:after="0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057B7A" w:rsidRPr="00E63691" w:rsidRDefault="00057B7A">
      <w:pPr>
        <w:spacing w:after="0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В курсе технологии осуществляется реализация межпредметных связей:</w:t>
      </w:r>
    </w:p>
    <w:p w:rsidR="00057B7A" w:rsidRPr="00E63691" w:rsidRDefault="00057B7A">
      <w:pPr>
        <w:spacing w:after="0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E63691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057B7A" w:rsidRPr="00E63691" w:rsidRDefault="00057B7A">
      <w:pPr>
        <w:spacing w:after="0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057B7A" w:rsidRPr="00E63691" w:rsidRDefault="00057B7A">
      <w:pPr>
        <w:spacing w:after="0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057B7A" w:rsidRPr="00E63691" w:rsidRDefault="00057B7A">
      <w:pPr>
        <w:spacing w:after="0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E63691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057B7A" w:rsidRPr="00E63691" w:rsidRDefault="00057B7A">
      <w:pPr>
        <w:spacing w:after="0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057B7A" w:rsidRPr="00E63691" w:rsidRDefault="00057B7A">
      <w:pPr>
        <w:spacing w:after="0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057B7A" w:rsidRPr="00E63691" w:rsidRDefault="00057B7A">
      <w:pPr>
        <w:spacing w:after="0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с обществознанием при освоении темы «Технология и мир. Современная техносфера» в инвариантном модуле «Производство и технологии».</w:t>
      </w:r>
    </w:p>
    <w:p w:rsidR="00057B7A" w:rsidRPr="00E63691" w:rsidRDefault="00057B7A">
      <w:pPr>
        <w:spacing w:after="0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технологии,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Дополнительно рекомендуется выделить за счёт внеурочной деятельности в 8 классе – 34 часа (1 час в неделю), в 9 классе – 68 часов (2 часа в неделю).</w:t>
      </w:r>
    </w:p>
    <w:p w:rsidR="00057B7A" w:rsidRPr="00E63691" w:rsidRDefault="00057B7A">
      <w:pPr>
        <w:rPr>
          <w:lang w:val="ru-RU"/>
        </w:rPr>
        <w:sectPr w:rsidR="00057B7A" w:rsidRPr="00E63691">
          <w:pgSz w:w="11906" w:h="16383"/>
          <w:pgMar w:top="1134" w:right="850" w:bottom="1134" w:left="1701" w:header="720" w:footer="720" w:gutter="0"/>
          <w:cols w:space="720"/>
        </w:sectPr>
      </w:pP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bookmarkStart w:id="5" w:name="block-12303538"/>
      <w:bookmarkEnd w:id="5"/>
      <w:r w:rsidRPr="00E63691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bookmarkStart w:id="6" w:name="_Toc141791714"/>
      <w:bookmarkEnd w:id="6"/>
      <w:r w:rsidRPr="00E63691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bookmarkStart w:id="7" w:name="_Toc141791715"/>
      <w:bookmarkEnd w:id="7"/>
      <w:r w:rsidRPr="00E63691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Технологии вокруг нас. Потребности человека. Преобразующая деятельность человека и технологии. Мир идей и создание новых вещей и продуктов. Производственная деятельность.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Материальный мир и потребности человека. Свойства вещей.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Материалы и сырьё. Естественные (природные) и искусственные материалы.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Производство и техника. Роль техники в производственной деятельности человека.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Когнитивные технологии: мозговой штурм, метод интеллект-карт, метод фокальных объектов и другие.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Какие бывают профессии.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bookmarkStart w:id="8" w:name="_Toc141791717"/>
      <w:bookmarkEnd w:id="8"/>
      <w:r w:rsidRPr="00E63691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Производственно-технологические задачи и способы их решения.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Модели и моделирование. Виды машин и механизмов. Моделирование технических устройств. Кинематические схемы.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Конструирование изделий. Конструкторская документация. Конструирование и производство техники. Усовершенствование конструкции. Основы изобретательской и рационализаторской деятельности.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Информационные технологии. Перспективные технологии.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bookmarkStart w:id="9" w:name="_Toc141791718"/>
      <w:bookmarkEnd w:id="9"/>
      <w:r w:rsidRPr="00E6369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Создание технологий как основная задача современной науки. История развития технологий.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Эстетическая ценность результатов труда. Промышленная эстетика. Дизайн.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Цифровизация производства. Цифровые технологии и способы обработки информации.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Понятие высокотехнологичных отраслей. «Высокие технологии» двойного назначения.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Современная техносфера. Проблема взаимодействия природы и техносферы.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Современный транспорт и перспективы его развития.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bookmarkStart w:id="10" w:name="_Toc141791719"/>
      <w:bookmarkEnd w:id="10"/>
      <w:r w:rsidRPr="00E6369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Общие принципы управления. Самоуправляемые системы. Устойчивость систем управления. Устойчивость технических систем.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Производство и его виды.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pacing w:val="-3"/>
          <w:sz w:val="28"/>
          <w:lang w:val="ru-RU"/>
        </w:rPr>
        <w:t>Биотехнологии в решении экологических проблем. Биоэнергетика. Перспективные технологии (в том числе нанотехнологии).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Сферы применения современных технологий.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Мир профессий. Профессия, квалификация и компетенции.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Выбор профессии в зависимости от интересов и способностей человека.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bookmarkStart w:id="11" w:name="_Toc141791720"/>
      <w:bookmarkEnd w:id="11"/>
      <w:r w:rsidRPr="00E6369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Предпринимательство. Сущность культуры предпринимательства. Корпоративная культура. Предпринимательская этика. Виды предпринимательской деятельности. Типы организаций. Сфера принятия управленческих решений. Внутренняя и внешняя среда предпринимательства. Базовые составляющие внутренней среды. Формирование цены товара.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Внешние и внутренние угрозы безопасности фирмы. Основные элементы механизма защиты предпринимательской тайны. Защита предпринимательской тайны и обеспечение безопасности фирмы.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Понятия, инструменты и технологии имитационного моделирования экономической деятельности. 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Эффективность предпринимательской деятельности. Принципы и методы оценки. Контроль эффективности, оптимизация предпринимательской деятельности. Технологическое предпринимательство. Инновации и их виды. Новые рынки для продуктов.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bookmarkStart w:id="12" w:name="_Toc141791721"/>
      <w:bookmarkEnd w:id="12"/>
      <w:r w:rsidRPr="00E63691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pacing w:val="-4"/>
          <w:sz w:val="28"/>
          <w:lang w:val="ru-RU"/>
        </w:rPr>
        <w:t>Технологии обработки конструкционных материалов</w:t>
      </w:r>
      <w:r w:rsidRPr="00E63691">
        <w:rPr>
          <w:rFonts w:ascii="Times New Roman" w:hAnsi="Times New Roman"/>
          <w:color w:val="000000"/>
          <w:sz w:val="28"/>
          <w:lang w:val="ru-RU"/>
        </w:rPr>
        <w:t>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pacing w:val="1"/>
          <w:sz w:val="28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древесины.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древесины.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пищевых продуктов.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pacing w:val="-1"/>
          <w:sz w:val="28"/>
          <w:lang w:val="ru-RU"/>
        </w:rPr>
        <w:t>Групповой проект по теме «Питание и здоровье человека».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Основы технологии изготовления изделий из текстильных материалов.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Профессии, связанные со швейным производством.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bookmarkStart w:id="13" w:name="_Toc141791723"/>
      <w:bookmarkEnd w:id="13"/>
      <w:r w:rsidRPr="00E63691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E63691">
        <w:rPr>
          <w:rFonts w:ascii="Times New Roman" w:hAnsi="Times New Roman"/>
          <w:color w:val="000000"/>
          <w:sz w:val="28"/>
          <w:lang w:val="ru-RU"/>
        </w:rPr>
        <w:t>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металлов.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Профессии, связанные с пищевым производством.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pacing w:val="-2"/>
          <w:sz w:val="28"/>
          <w:lang w:val="ru-RU"/>
        </w:rPr>
        <w:t>Современные текстильные материалы, получение и свойства.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Сравнение свойств тканей, выбор ткани с учётом эксплуатации изделия.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Одежда, виды одежды. Мода и стиль.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pacing w:val="-2"/>
          <w:sz w:val="28"/>
          <w:lang w:val="ru-RU"/>
        </w:rPr>
        <w:t>Оценка качества изготовления проектного швейного изделия.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bookmarkStart w:id="14" w:name="_Toc141791724"/>
      <w:bookmarkEnd w:id="14"/>
      <w:r w:rsidRPr="00E6369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E63691">
        <w:rPr>
          <w:rFonts w:ascii="Times New Roman" w:hAnsi="Times New Roman"/>
          <w:color w:val="000000"/>
          <w:sz w:val="28"/>
          <w:lang w:val="ru-RU"/>
        </w:rPr>
        <w:t>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bookmarkStart w:id="15" w:name="_Toc141791725"/>
      <w:bookmarkEnd w:id="15"/>
      <w:r w:rsidRPr="00E63691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Робототехнический конструктор и комплектующие.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bookmarkStart w:id="16" w:name="_Toc141791727"/>
      <w:bookmarkEnd w:id="16"/>
      <w:r w:rsidRPr="00E63691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bookmarkStart w:id="17" w:name="_Toc141791728"/>
      <w:bookmarkEnd w:id="17"/>
      <w:r w:rsidRPr="00E6369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Реализация алгоритмов управления отдельными компонентами и роботизированными системами.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bookmarkStart w:id="18" w:name="_Toc141791729"/>
      <w:bookmarkEnd w:id="18"/>
      <w:r w:rsidRPr="00E6369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воздушных судов.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Принципы работы и назначение основных блоков, оптимальный вариант использования при конструировании роботов.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Основные принципы теории автоматического управления и регулирования. Обратная связь.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Датчики, принципы и режимы работы, параметры, применение.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Отладка роботизированных конструкций в соответствии с поставленными задачами.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Беспроводное управление роботом.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Программирование роботов в среде конкретного языка программирования, основные инструменты и команды программирования роботов.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bookmarkStart w:id="19" w:name="_Toc141791730"/>
      <w:bookmarkEnd w:id="19"/>
      <w:r w:rsidRPr="00E6369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Робототехнические системы. Автоматизированные и роботи</w:t>
      </w:r>
      <w:r w:rsidRPr="00E63691">
        <w:rPr>
          <w:rFonts w:ascii="Times New Roman" w:hAnsi="Times New Roman"/>
          <w:color w:val="000000"/>
          <w:spacing w:val="-2"/>
          <w:sz w:val="28"/>
          <w:lang w:val="ru-RU"/>
        </w:rPr>
        <w:t xml:space="preserve">зированные производственные линии. 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pacing w:val="-2"/>
          <w:sz w:val="28"/>
          <w:lang w:val="ru-RU"/>
        </w:rPr>
        <w:t>Система интернет вещей. Промышленный интернет вещей.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pacing w:val="-2"/>
          <w:sz w:val="28"/>
          <w:lang w:val="ru-RU"/>
        </w:rPr>
        <w:t>Потребительский интернет вещей. Элементы «Умного дома».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с использованием автоматизированных систем с обратной связью.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Составление алгоритмов и программ по управлению беспроводными роботизированными системами.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Протоколы связи.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Перспективы автоматизации и роботизации: возможности и ограничения.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Профессии в области робототехники.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Научно-практический проект по робототехнике.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E63691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bookmarkStart w:id="20" w:name="_Toc141791733"/>
      <w:bookmarkEnd w:id="20"/>
      <w:r w:rsidRPr="00E6369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 w:rsidRPr="00E63691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E63691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Понятие «прототипирование». Создание цифровой объёмной модели.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bookmarkStart w:id="21" w:name="_Toc141791734"/>
      <w:bookmarkEnd w:id="21"/>
      <w:r w:rsidRPr="00E6369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E63691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E63691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E63691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E63691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E63691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bookmarkStart w:id="22" w:name="_Toc141791735"/>
      <w:bookmarkEnd w:id="22"/>
      <w:r w:rsidRPr="00E63691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bookmarkStart w:id="23" w:name="_Toc141791737"/>
      <w:bookmarkEnd w:id="23"/>
      <w:r w:rsidRPr="00E63691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Инструменты для создания и редактирования текста в графическом редакторе.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bookmarkStart w:id="24" w:name="_Toc141791738"/>
      <w:bookmarkEnd w:id="24"/>
      <w:r w:rsidRPr="00E6369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ЕСКД. ГОСТ.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bookmarkStart w:id="25" w:name="_Toc141791739"/>
      <w:bookmarkEnd w:id="25"/>
      <w:r w:rsidRPr="00E6369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E63691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E63691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bookmarkStart w:id="26" w:name="_Toc141791740"/>
      <w:bookmarkEnd w:id="26"/>
      <w:r w:rsidRPr="00E6369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bookmarkStart w:id="27" w:name="_Toc141791741"/>
      <w:bookmarkEnd w:id="27"/>
      <w:r w:rsidRPr="00E63691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b/>
          <w:color w:val="000000"/>
          <w:sz w:val="28"/>
          <w:lang w:val="ru-RU"/>
        </w:rPr>
        <w:t>8–9 КЛАССЫ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кабеленесущие системы, провода и кабели. Разработка стенда программирования модели автоматизированной системы.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bookmarkStart w:id="28" w:name="_Toc141791744"/>
      <w:bookmarkEnd w:id="28"/>
      <w:r w:rsidRPr="00E63691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Цифровая ферма: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автоматическое кормление животных;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автоматическая дойка;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уборка помещения и другое.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bookmarkStart w:id="29" w:name="_Toc141791746"/>
      <w:bookmarkEnd w:id="29"/>
      <w:r w:rsidRPr="00E63691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pacing w:val="-2"/>
          <w:sz w:val="28"/>
          <w:lang w:val="ru-RU"/>
        </w:rPr>
        <w:t>Выращивание растений на школьном/приусадебном участке.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E63691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внесение удобрения на основе данных от азотно-спектральных датчиков;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использование БПЛА и другое.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:rsidR="00057B7A" w:rsidRPr="00E63691" w:rsidRDefault="00057B7A">
      <w:pPr>
        <w:spacing w:after="0" w:line="264" w:lineRule="auto"/>
        <w:ind w:left="12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057B7A" w:rsidRPr="00E63691" w:rsidRDefault="00057B7A">
      <w:pPr>
        <w:rPr>
          <w:lang w:val="ru-RU"/>
        </w:rPr>
        <w:sectPr w:rsidR="00057B7A" w:rsidRPr="00E63691">
          <w:pgSz w:w="11906" w:h="16383"/>
          <w:pgMar w:top="1134" w:right="850" w:bottom="1134" w:left="1701" w:header="720" w:footer="720" w:gutter="0"/>
          <w:cols w:space="720"/>
        </w:sectPr>
      </w:pP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bookmarkStart w:id="30" w:name="block-12303540"/>
      <w:bookmarkEnd w:id="30"/>
      <w:r w:rsidRPr="00E63691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ТЕХНОЛОГИИ НА УРОВНЕ ОСНОВНОГО ОБЩЕГО ОБРАЗОВАНИЯ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bookmarkStart w:id="31" w:name="_Toc141791749"/>
      <w:bookmarkEnd w:id="31"/>
      <w:r w:rsidRPr="00E6369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обучающегося будут сформированы следующие личностные результаты в части:</w:t>
      </w:r>
    </w:p>
    <w:p w:rsidR="00057B7A" w:rsidRPr="00E63691" w:rsidRDefault="00057B7A">
      <w:pPr>
        <w:spacing w:after="0" w:line="264" w:lineRule="auto"/>
        <w:ind w:left="120"/>
        <w:jc w:val="both"/>
        <w:rPr>
          <w:lang w:val="ru-RU"/>
        </w:rPr>
      </w:pPr>
      <w:r w:rsidRPr="00E63691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E63691">
        <w:rPr>
          <w:rFonts w:ascii="Times New Roman" w:hAnsi="Times New Roman"/>
          <w:color w:val="000000"/>
          <w:sz w:val="28"/>
          <w:lang w:val="ru-RU"/>
        </w:rPr>
        <w:t>: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учёных.</w:t>
      </w:r>
    </w:p>
    <w:p w:rsidR="00057B7A" w:rsidRPr="00E63691" w:rsidRDefault="00057B7A">
      <w:pPr>
        <w:spacing w:after="0" w:line="264" w:lineRule="auto"/>
        <w:ind w:left="120"/>
        <w:jc w:val="both"/>
        <w:rPr>
          <w:lang w:val="ru-RU"/>
        </w:rPr>
      </w:pPr>
      <w:r w:rsidRPr="00E63691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E6369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63691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E63691">
        <w:rPr>
          <w:rFonts w:ascii="Times New Roman" w:hAnsi="Times New Roman"/>
          <w:color w:val="000000"/>
          <w:sz w:val="28"/>
          <w:lang w:val="ru-RU"/>
        </w:rPr>
        <w:t>: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057B7A" w:rsidRPr="00E63691" w:rsidRDefault="00057B7A">
      <w:pPr>
        <w:spacing w:after="0" w:line="264" w:lineRule="auto"/>
        <w:ind w:left="120"/>
        <w:jc w:val="both"/>
        <w:rPr>
          <w:lang w:val="ru-RU"/>
        </w:rPr>
      </w:pPr>
      <w:r w:rsidRPr="00E63691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E6369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63691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E63691">
        <w:rPr>
          <w:rFonts w:ascii="Times New Roman" w:hAnsi="Times New Roman"/>
          <w:color w:val="000000"/>
          <w:sz w:val="28"/>
          <w:lang w:val="ru-RU"/>
        </w:rPr>
        <w:t>: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обществе.</w:t>
      </w:r>
    </w:p>
    <w:p w:rsidR="00057B7A" w:rsidRPr="00E63691" w:rsidRDefault="00057B7A">
      <w:pPr>
        <w:spacing w:after="0" w:line="264" w:lineRule="auto"/>
        <w:ind w:left="120"/>
        <w:jc w:val="both"/>
        <w:rPr>
          <w:lang w:val="ru-RU"/>
        </w:rPr>
      </w:pPr>
      <w:r w:rsidRPr="00E63691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E63691">
        <w:rPr>
          <w:rFonts w:ascii="Times New Roman" w:hAnsi="Times New Roman"/>
          <w:color w:val="000000"/>
          <w:sz w:val="28"/>
          <w:lang w:val="ru-RU"/>
        </w:rPr>
        <w:t>: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науки.</w:t>
      </w:r>
    </w:p>
    <w:p w:rsidR="00057B7A" w:rsidRPr="00E63691" w:rsidRDefault="00057B7A">
      <w:pPr>
        <w:spacing w:after="0" w:line="264" w:lineRule="auto"/>
        <w:ind w:left="120"/>
        <w:jc w:val="both"/>
        <w:rPr>
          <w:lang w:val="ru-RU"/>
        </w:rPr>
      </w:pPr>
      <w:r w:rsidRPr="00E63691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E63691">
        <w:rPr>
          <w:rFonts w:ascii="Times New Roman" w:hAnsi="Times New Roman"/>
          <w:color w:val="000000"/>
          <w:sz w:val="28"/>
          <w:lang w:val="ru-RU"/>
        </w:rPr>
        <w:t>: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угроз.</w:t>
      </w:r>
    </w:p>
    <w:p w:rsidR="00057B7A" w:rsidRPr="00E63691" w:rsidRDefault="00057B7A">
      <w:pPr>
        <w:spacing w:after="0" w:line="264" w:lineRule="auto"/>
        <w:ind w:left="120"/>
        <w:jc w:val="both"/>
        <w:rPr>
          <w:lang w:val="ru-RU"/>
        </w:rPr>
      </w:pPr>
      <w:r w:rsidRPr="00E63691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E6369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63691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E63691">
        <w:rPr>
          <w:rFonts w:ascii="Times New Roman" w:hAnsi="Times New Roman"/>
          <w:color w:val="000000"/>
          <w:sz w:val="28"/>
          <w:lang w:val="ru-RU"/>
        </w:rPr>
        <w:t>: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уважение к труду, трудящимся, результатам труда (своего и других людей);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деятельности.</w:t>
      </w:r>
    </w:p>
    <w:p w:rsidR="00057B7A" w:rsidRPr="00E63691" w:rsidRDefault="00057B7A">
      <w:pPr>
        <w:spacing w:after="0" w:line="264" w:lineRule="auto"/>
        <w:ind w:left="120"/>
        <w:jc w:val="both"/>
        <w:rPr>
          <w:lang w:val="ru-RU"/>
        </w:rPr>
      </w:pPr>
      <w:r w:rsidRPr="00E63691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E6369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63691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E63691">
        <w:rPr>
          <w:rFonts w:ascii="Times New Roman" w:hAnsi="Times New Roman"/>
          <w:color w:val="000000"/>
          <w:sz w:val="28"/>
          <w:lang w:val="ru-RU"/>
        </w:rPr>
        <w:t>: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bookmarkStart w:id="32" w:name="_Toc141791750"/>
      <w:bookmarkEnd w:id="32"/>
      <w:r w:rsidRPr="00E6369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:rsidR="00057B7A" w:rsidRPr="00E63691" w:rsidRDefault="00057B7A">
      <w:pPr>
        <w:spacing w:after="0" w:line="264" w:lineRule="auto"/>
        <w:ind w:left="120"/>
        <w:jc w:val="both"/>
        <w:rPr>
          <w:lang w:val="ru-RU"/>
        </w:rPr>
      </w:pPr>
      <w:r w:rsidRPr="00E63691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</w:p>
    <w:p w:rsidR="00057B7A" w:rsidRPr="00E63691" w:rsidRDefault="00057B7A">
      <w:pPr>
        <w:spacing w:after="0" w:line="264" w:lineRule="auto"/>
        <w:ind w:left="120"/>
        <w:jc w:val="both"/>
        <w:rPr>
          <w:lang w:val="ru-RU"/>
        </w:rPr>
      </w:pP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E63691">
        <w:rPr>
          <w:rFonts w:ascii="Times New Roman" w:hAnsi="Times New Roman"/>
          <w:color w:val="000000"/>
          <w:sz w:val="28"/>
          <w:lang w:val="ru-RU"/>
        </w:rPr>
        <w:t>: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оценивать полноту, достоверность и актуальность полученной информации;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b/>
          <w:color w:val="000000"/>
          <w:sz w:val="28"/>
          <w:lang w:val="ru-RU"/>
        </w:rPr>
        <w:t>Работа с информацией</w:t>
      </w:r>
      <w:r w:rsidRPr="00E63691">
        <w:rPr>
          <w:rFonts w:ascii="Times New Roman" w:hAnsi="Times New Roman"/>
          <w:color w:val="000000"/>
          <w:sz w:val="28"/>
          <w:lang w:val="ru-RU"/>
        </w:rPr>
        <w:t>: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:rsidR="00057B7A" w:rsidRPr="00E63691" w:rsidRDefault="00057B7A">
      <w:pPr>
        <w:spacing w:after="0" w:line="264" w:lineRule="auto"/>
        <w:ind w:left="120"/>
        <w:jc w:val="both"/>
        <w:rPr>
          <w:lang w:val="ru-RU"/>
        </w:rPr>
      </w:pPr>
      <w:r w:rsidRPr="00E6369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57B7A" w:rsidRPr="00E63691" w:rsidRDefault="00057B7A">
      <w:pPr>
        <w:spacing w:after="0" w:line="264" w:lineRule="auto"/>
        <w:ind w:left="120"/>
        <w:jc w:val="both"/>
        <w:rPr>
          <w:lang w:val="ru-RU"/>
        </w:rPr>
      </w:pPr>
    </w:p>
    <w:p w:rsidR="00057B7A" w:rsidRPr="00E63691" w:rsidRDefault="00057B7A">
      <w:pPr>
        <w:spacing w:after="0" w:line="264" w:lineRule="auto"/>
        <w:ind w:left="120"/>
        <w:jc w:val="both"/>
        <w:rPr>
          <w:lang w:val="ru-RU"/>
        </w:rPr>
      </w:pPr>
      <w:r w:rsidRPr="00E6369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преобразовательной деятельности;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b/>
          <w:color w:val="000000"/>
          <w:sz w:val="28"/>
          <w:lang w:val="ru-RU"/>
        </w:rPr>
        <w:t>Умения принятия себя и других: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057B7A" w:rsidRPr="00E63691" w:rsidRDefault="00057B7A">
      <w:pPr>
        <w:spacing w:after="0" w:line="264" w:lineRule="auto"/>
        <w:ind w:left="120"/>
        <w:jc w:val="both"/>
        <w:rPr>
          <w:lang w:val="ru-RU"/>
        </w:rPr>
      </w:pPr>
      <w:r w:rsidRPr="00E6369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057B7A" w:rsidRPr="00E63691" w:rsidRDefault="00057B7A">
      <w:pPr>
        <w:spacing w:after="0" w:line="264" w:lineRule="auto"/>
        <w:ind w:left="120"/>
        <w:jc w:val="both"/>
        <w:rPr>
          <w:lang w:val="ru-RU"/>
        </w:rPr>
      </w:pP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умения </w:t>
      </w:r>
      <w:r w:rsidRPr="00E63691">
        <w:rPr>
          <w:rFonts w:ascii="Times New Roman" w:hAnsi="Times New Roman"/>
          <w:b/>
          <w:i/>
          <w:color w:val="000000"/>
          <w:sz w:val="28"/>
          <w:lang w:val="ru-RU"/>
        </w:rPr>
        <w:t>общения</w:t>
      </w:r>
      <w:r w:rsidRPr="00E63691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bookmarkStart w:id="33" w:name="_Toc141791751"/>
      <w:bookmarkEnd w:id="33"/>
      <w:r w:rsidRPr="00E6369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Для всех модулей обязательные предметные результаты:</w:t>
      </w:r>
    </w:p>
    <w:p w:rsidR="00057B7A" w:rsidRPr="00E63691" w:rsidRDefault="00057B7A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E63691">
        <w:rPr>
          <w:rFonts w:ascii="Times New Roman" w:hAnsi="Times New Roman"/>
          <w:color w:val="000000"/>
          <w:sz w:val="28"/>
          <w:lang w:val="ru-RU"/>
        </w:rPr>
        <w:t xml:space="preserve"> организовывать рабочее место в соответствии с изучаемой технологией;</w:t>
      </w:r>
    </w:p>
    <w:p w:rsidR="00057B7A" w:rsidRPr="00E63691" w:rsidRDefault="00057B7A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E63691">
        <w:rPr>
          <w:rFonts w:ascii="Times New Roman" w:hAnsi="Times New Roman"/>
          <w:color w:val="000000"/>
          <w:sz w:val="28"/>
          <w:lang w:val="ru-RU"/>
        </w:rPr>
        <w:t xml:space="preserve"> соблюдать правила безопасного использования ручных и электрифицированных инструментов и оборудования;</w:t>
      </w:r>
    </w:p>
    <w:p w:rsidR="00057B7A" w:rsidRPr="00E63691" w:rsidRDefault="00057B7A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E63691">
        <w:rPr>
          <w:rFonts w:ascii="Times New Roman" w:hAnsi="Times New Roman"/>
          <w:color w:val="000000"/>
          <w:sz w:val="28"/>
          <w:lang w:val="ru-RU"/>
        </w:rPr>
        <w:t xml:space="preserve"> грамотно и осознанно выполнять технологические операции в соответствии с изучаемой технологией.</w:t>
      </w:r>
    </w:p>
    <w:p w:rsidR="00057B7A" w:rsidRPr="00E63691" w:rsidRDefault="00057B7A">
      <w:pPr>
        <w:spacing w:after="0" w:line="264" w:lineRule="auto"/>
        <w:ind w:left="120"/>
        <w:jc w:val="both"/>
        <w:rPr>
          <w:lang w:val="ru-RU"/>
        </w:rPr>
      </w:pPr>
    </w:p>
    <w:p w:rsidR="00057B7A" w:rsidRPr="00E63691" w:rsidRDefault="00057B7A">
      <w:pPr>
        <w:spacing w:after="0" w:line="264" w:lineRule="auto"/>
        <w:ind w:left="120"/>
        <w:jc w:val="both"/>
        <w:rPr>
          <w:lang w:val="ru-RU"/>
        </w:rPr>
      </w:pPr>
      <w:r w:rsidRPr="00E63691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E63691">
        <w:rPr>
          <w:rFonts w:ascii="Times New Roman" w:hAnsi="Times New Roman"/>
          <w:b/>
          <w:i/>
          <w:color w:val="000000"/>
          <w:sz w:val="28"/>
          <w:lang w:val="ru-RU"/>
        </w:rPr>
        <w:t>модуля «Производство и технологии»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63691">
        <w:rPr>
          <w:rFonts w:ascii="Times New Roman" w:hAnsi="Times New Roman"/>
          <w:b/>
          <w:i/>
          <w:color w:val="000000"/>
          <w:sz w:val="28"/>
          <w:lang w:val="ru-RU"/>
        </w:rPr>
        <w:t>в 5 классе: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называть и характеризовать естественные (природные) и искусственные материалы;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сравнивать и анализировать свойства материалов;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использовать метод мозгового штурма, метод интеллект-карт, метод фокальных объектов и другие методы;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63691">
        <w:rPr>
          <w:rFonts w:ascii="Times New Roman" w:hAnsi="Times New Roman"/>
          <w:b/>
          <w:i/>
          <w:color w:val="000000"/>
          <w:sz w:val="28"/>
          <w:lang w:val="ru-RU"/>
        </w:rPr>
        <w:t>в</w:t>
      </w:r>
      <w:r w:rsidRPr="00E6369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E63691">
        <w:rPr>
          <w:rFonts w:ascii="Times New Roman" w:hAnsi="Times New Roman"/>
          <w:b/>
          <w:i/>
          <w:color w:val="000000"/>
          <w:sz w:val="28"/>
          <w:lang w:val="ru-RU"/>
        </w:rPr>
        <w:t>6 классе: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конструировать, оценивать и использовать модели в познавательной и практической деятельности;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pacing w:val="-4"/>
          <w:sz w:val="28"/>
          <w:lang w:val="ru-RU"/>
        </w:rPr>
        <w:t xml:space="preserve">разрабатывать несложную технологическую, конструкторскую </w:t>
      </w:r>
      <w:r w:rsidRPr="00E63691">
        <w:rPr>
          <w:rFonts w:ascii="Times New Roman" w:hAnsi="Times New Roman"/>
          <w:color w:val="000000"/>
          <w:spacing w:val="-2"/>
          <w:sz w:val="28"/>
          <w:lang w:val="ru-RU"/>
        </w:rPr>
        <w:t>документацию для выполнения творческих проектных задач;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предлагать варианты усовершенствования конструкций;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характеризовать виды современных технологий и определять перспективы их развития.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63691">
        <w:rPr>
          <w:rFonts w:ascii="Times New Roman" w:hAnsi="Times New Roman"/>
          <w:b/>
          <w:i/>
          <w:color w:val="000000"/>
          <w:sz w:val="28"/>
          <w:lang w:val="ru-RU"/>
        </w:rPr>
        <w:t>в 7 классе: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приводить примеры эстетичных промышленных изделий;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называть производства и производственные процессы;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называть современные и перспективные технологии;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транспорта, оценивать перспективы развития;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характеризовать технологии на транспорте, транспортную логистику.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63691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E63691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характеризовать технологии получения, преобразования и использования энергии;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называть и характеризовать биотехнологии, их применение;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63691">
        <w:rPr>
          <w:rFonts w:ascii="Times New Roman" w:hAnsi="Times New Roman"/>
          <w:b/>
          <w:i/>
          <w:color w:val="000000"/>
          <w:sz w:val="28"/>
          <w:lang w:val="ru-RU"/>
        </w:rPr>
        <w:t>в 9 классе: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перечислять и характеризовать виды современных информационно-когнитивных технологий;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овладеть информационно-когнитивными технологиями преобразования данных в информацию и информации в знание;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характеризовать закономерности технологического развития цивилизации;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:rsidR="00057B7A" w:rsidRPr="00E63691" w:rsidRDefault="00057B7A">
      <w:pPr>
        <w:spacing w:after="0" w:line="264" w:lineRule="auto"/>
        <w:ind w:left="120"/>
        <w:jc w:val="both"/>
        <w:rPr>
          <w:lang w:val="ru-RU"/>
        </w:rPr>
      </w:pPr>
    </w:p>
    <w:p w:rsidR="00057B7A" w:rsidRPr="00E63691" w:rsidRDefault="00057B7A">
      <w:pPr>
        <w:spacing w:after="0" w:line="264" w:lineRule="auto"/>
        <w:ind w:left="120"/>
        <w:jc w:val="both"/>
        <w:rPr>
          <w:lang w:val="ru-RU"/>
        </w:rPr>
      </w:pPr>
      <w:r w:rsidRPr="00E63691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E63691">
        <w:rPr>
          <w:rFonts w:ascii="Times New Roman" w:hAnsi="Times New Roman"/>
          <w:b/>
          <w:i/>
          <w:color w:val="000000"/>
          <w:sz w:val="28"/>
          <w:lang w:val="ru-RU"/>
        </w:rPr>
        <w:t>модуля «Технологии обработки материалов и пищевых продуктов»</w:t>
      </w:r>
    </w:p>
    <w:p w:rsidR="00057B7A" w:rsidRPr="00E63691" w:rsidRDefault="00057B7A">
      <w:pPr>
        <w:spacing w:after="0" w:line="264" w:lineRule="auto"/>
        <w:ind w:left="120"/>
        <w:jc w:val="both"/>
        <w:rPr>
          <w:lang w:val="ru-RU"/>
        </w:rPr>
      </w:pP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63691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E63691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E6369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E63691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E63691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металла;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63691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E63691">
        <w:rPr>
          <w:rFonts w:ascii="Times New Roman" w:hAnsi="Times New Roman"/>
          <w:color w:val="000000"/>
          <w:sz w:val="28"/>
          <w:lang w:val="ru-RU"/>
        </w:rPr>
        <w:t>: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рыбы, морепродуктов продуктов; определять качество рыбы;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057B7A" w:rsidRPr="00E63691" w:rsidRDefault="00057B7A">
      <w:pPr>
        <w:spacing w:after="0" w:line="264" w:lineRule="auto"/>
        <w:ind w:left="120"/>
        <w:jc w:val="both"/>
        <w:rPr>
          <w:lang w:val="ru-RU"/>
        </w:rPr>
      </w:pPr>
    </w:p>
    <w:p w:rsidR="00057B7A" w:rsidRPr="00E63691" w:rsidRDefault="00057B7A">
      <w:pPr>
        <w:spacing w:after="0" w:line="264" w:lineRule="auto"/>
        <w:ind w:left="120"/>
        <w:jc w:val="both"/>
        <w:rPr>
          <w:lang w:val="ru-RU"/>
        </w:rPr>
      </w:pPr>
      <w:r w:rsidRPr="00E63691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E63691">
        <w:rPr>
          <w:rFonts w:ascii="Times New Roman" w:hAnsi="Times New Roman"/>
          <w:b/>
          <w:i/>
          <w:color w:val="000000"/>
          <w:sz w:val="28"/>
          <w:lang w:val="ru-RU"/>
        </w:rPr>
        <w:t>модуля «Робототехника»</w:t>
      </w:r>
    </w:p>
    <w:p w:rsidR="00057B7A" w:rsidRPr="00E63691" w:rsidRDefault="00057B7A">
      <w:pPr>
        <w:spacing w:after="0" w:line="264" w:lineRule="auto"/>
        <w:ind w:left="120"/>
        <w:jc w:val="both"/>
        <w:rPr>
          <w:lang w:val="ru-RU"/>
        </w:rPr>
      </w:pP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63691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E63691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63691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E63691">
        <w:rPr>
          <w:rFonts w:ascii="Times New Roman" w:hAnsi="Times New Roman"/>
          <w:color w:val="000000"/>
          <w:sz w:val="28"/>
          <w:lang w:val="ru-RU"/>
        </w:rPr>
        <w:t>: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63691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E63691">
        <w:rPr>
          <w:rFonts w:ascii="Times New Roman" w:hAnsi="Times New Roman"/>
          <w:color w:val="000000"/>
          <w:sz w:val="28"/>
          <w:lang w:val="ru-RU"/>
        </w:rPr>
        <w:t>: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E63691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63691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E63691">
        <w:rPr>
          <w:rFonts w:ascii="Times New Roman" w:hAnsi="Times New Roman"/>
          <w:color w:val="000000"/>
          <w:sz w:val="28"/>
          <w:lang w:val="ru-RU"/>
        </w:rPr>
        <w:t>: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приводить примеры применения роботов из различных областей материального мира;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воздушных судов; описывать сферы их применения;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характеризовать возможности роботов, роботехнических систем и направления их применения.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63691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E63691">
        <w:rPr>
          <w:rFonts w:ascii="Times New Roman" w:hAnsi="Times New Roman"/>
          <w:color w:val="000000"/>
          <w:sz w:val="28"/>
          <w:lang w:val="ru-RU"/>
        </w:rPr>
        <w:t>: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производственные линии;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робототехники;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 с использованием материальных конструкторов с компьютерным управлением и обратной связью;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использовать визуальный язык для программирования простых робототехнических систем;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проекты.</w:t>
      </w:r>
    </w:p>
    <w:p w:rsidR="00057B7A" w:rsidRPr="00E63691" w:rsidRDefault="00057B7A">
      <w:pPr>
        <w:spacing w:after="0" w:line="264" w:lineRule="auto"/>
        <w:ind w:left="120"/>
        <w:jc w:val="both"/>
        <w:rPr>
          <w:lang w:val="ru-RU"/>
        </w:rPr>
      </w:pPr>
    </w:p>
    <w:p w:rsidR="00057B7A" w:rsidRPr="00E63691" w:rsidRDefault="00057B7A">
      <w:pPr>
        <w:spacing w:after="0" w:line="264" w:lineRule="auto"/>
        <w:ind w:left="120"/>
        <w:jc w:val="both"/>
        <w:rPr>
          <w:lang w:val="ru-RU"/>
        </w:rPr>
      </w:pPr>
      <w:r w:rsidRPr="00E63691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E63691">
        <w:rPr>
          <w:rFonts w:ascii="Times New Roman" w:hAnsi="Times New Roman"/>
          <w:b/>
          <w:i/>
          <w:color w:val="000000"/>
          <w:sz w:val="28"/>
          <w:lang w:val="ru-RU"/>
        </w:rPr>
        <w:t>модуля «Компьютерная графика. Черчение»</w:t>
      </w:r>
    </w:p>
    <w:p w:rsidR="00057B7A" w:rsidRPr="00E63691" w:rsidRDefault="00057B7A">
      <w:pPr>
        <w:spacing w:after="0" w:line="264" w:lineRule="auto"/>
        <w:ind w:left="120"/>
        <w:jc w:val="both"/>
        <w:rPr>
          <w:lang w:val="ru-RU"/>
        </w:rPr>
      </w:pP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63691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E63691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А4 (рамка, основная надпись, масштаб, виды, нанесение размеров).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63691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E63691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63691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E63691">
        <w:rPr>
          <w:rFonts w:ascii="Times New Roman" w:hAnsi="Times New Roman"/>
          <w:color w:val="000000"/>
          <w:sz w:val="28"/>
          <w:lang w:val="ru-RU"/>
        </w:rPr>
        <w:t>: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владеть ручными способами вычерчивания чертежей, эскизов и технических рисунков деталей;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63691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E63691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E63691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E63691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63691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E63691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E63691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E63691"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057B7A" w:rsidRPr="00E63691" w:rsidRDefault="00057B7A">
      <w:pPr>
        <w:spacing w:after="0" w:line="264" w:lineRule="auto"/>
        <w:ind w:left="120"/>
        <w:jc w:val="both"/>
        <w:rPr>
          <w:lang w:val="ru-RU"/>
        </w:rPr>
      </w:pPr>
    </w:p>
    <w:p w:rsidR="00057B7A" w:rsidRPr="00E63691" w:rsidRDefault="00057B7A">
      <w:pPr>
        <w:spacing w:after="0" w:line="264" w:lineRule="auto"/>
        <w:ind w:left="120"/>
        <w:jc w:val="both"/>
        <w:rPr>
          <w:lang w:val="ru-RU"/>
        </w:rPr>
      </w:pPr>
      <w:r w:rsidRPr="00E63691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E63691">
        <w:rPr>
          <w:rFonts w:ascii="Times New Roman" w:hAnsi="Times New Roman"/>
          <w:b/>
          <w:i/>
          <w:color w:val="000000"/>
          <w:sz w:val="28"/>
          <w:lang w:val="ru-RU"/>
        </w:rPr>
        <w:t>модуля «3</w:t>
      </w:r>
      <w:r>
        <w:rPr>
          <w:rFonts w:ascii="Times New Roman" w:hAnsi="Times New Roman"/>
          <w:b/>
          <w:i/>
          <w:color w:val="000000"/>
          <w:sz w:val="28"/>
        </w:rPr>
        <w:t>D</w:t>
      </w:r>
      <w:r w:rsidRPr="00E63691">
        <w:rPr>
          <w:rFonts w:ascii="Times New Roman" w:hAnsi="Times New Roman"/>
          <w:b/>
          <w:i/>
          <w:color w:val="000000"/>
          <w:sz w:val="28"/>
          <w:lang w:val="ru-RU"/>
        </w:rPr>
        <w:t>-моделирование, прототипирование, макетирование»</w:t>
      </w:r>
    </w:p>
    <w:p w:rsidR="00057B7A" w:rsidRPr="00E63691" w:rsidRDefault="00057B7A">
      <w:pPr>
        <w:spacing w:after="0" w:line="264" w:lineRule="auto"/>
        <w:ind w:left="120"/>
        <w:jc w:val="both"/>
        <w:rPr>
          <w:lang w:val="ru-RU"/>
        </w:rPr>
      </w:pP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63691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E63691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63691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E63691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E63691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E63691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E63691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63691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E63691">
        <w:rPr>
          <w:rFonts w:ascii="Times New Roman" w:hAnsi="Times New Roman"/>
          <w:color w:val="000000"/>
          <w:sz w:val="28"/>
          <w:lang w:val="ru-RU"/>
        </w:rPr>
        <w:t>: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E63691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E63691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E63691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057B7A" w:rsidRPr="00E63691" w:rsidRDefault="00057B7A">
      <w:pPr>
        <w:spacing w:after="0" w:line="264" w:lineRule="auto"/>
        <w:ind w:left="120"/>
        <w:jc w:val="both"/>
        <w:rPr>
          <w:lang w:val="ru-RU"/>
        </w:rPr>
      </w:pPr>
      <w:r w:rsidRPr="00E63691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вариативного </w:t>
      </w:r>
      <w:r w:rsidRPr="00E63691">
        <w:rPr>
          <w:rFonts w:ascii="Times New Roman" w:hAnsi="Times New Roman"/>
          <w:b/>
          <w:i/>
          <w:color w:val="000000"/>
          <w:sz w:val="28"/>
          <w:lang w:val="ru-RU"/>
        </w:rPr>
        <w:t>модуля «Автоматизированные системы»</w:t>
      </w:r>
    </w:p>
    <w:p w:rsidR="00057B7A" w:rsidRPr="00E63691" w:rsidRDefault="00057B7A">
      <w:pPr>
        <w:spacing w:after="0" w:line="264" w:lineRule="auto"/>
        <w:ind w:left="120"/>
        <w:jc w:val="both"/>
        <w:rPr>
          <w:lang w:val="ru-RU"/>
        </w:rPr>
      </w:pP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63691">
        <w:rPr>
          <w:rFonts w:ascii="Times New Roman" w:hAnsi="Times New Roman"/>
          <w:b/>
          <w:i/>
          <w:color w:val="000000"/>
          <w:sz w:val="28"/>
          <w:lang w:val="ru-RU"/>
        </w:rPr>
        <w:t>в 8–9 классах: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называть признаки автоматизированных систем, их виды;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системы;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определять результат работы электрической схемы при использовании различных элементов;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057B7A" w:rsidRPr="00E63691" w:rsidRDefault="00057B7A">
      <w:pPr>
        <w:spacing w:after="0" w:line="264" w:lineRule="auto"/>
        <w:ind w:left="120"/>
        <w:jc w:val="both"/>
        <w:rPr>
          <w:lang w:val="ru-RU"/>
        </w:rPr>
      </w:pPr>
    </w:p>
    <w:p w:rsidR="00057B7A" w:rsidRPr="00E63691" w:rsidRDefault="00057B7A">
      <w:pPr>
        <w:spacing w:after="0" w:line="264" w:lineRule="auto"/>
        <w:ind w:left="120"/>
        <w:jc w:val="both"/>
        <w:rPr>
          <w:lang w:val="ru-RU"/>
        </w:rPr>
      </w:pPr>
      <w:r w:rsidRPr="00E63691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E63691">
        <w:rPr>
          <w:rFonts w:ascii="Times New Roman" w:hAnsi="Times New Roman"/>
          <w:b/>
          <w:i/>
          <w:color w:val="000000"/>
          <w:sz w:val="28"/>
          <w:lang w:val="ru-RU"/>
        </w:rPr>
        <w:t>модуля «Животноводство»</w:t>
      </w:r>
    </w:p>
    <w:p w:rsidR="00057B7A" w:rsidRPr="00E63691" w:rsidRDefault="00057B7A">
      <w:pPr>
        <w:spacing w:after="0" w:line="264" w:lineRule="auto"/>
        <w:ind w:left="120"/>
        <w:jc w:val="both"/>
        <w:rPr>
          <w:lang w:val="ru-RU"/>
        </w:rPr>
      </w:pP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63691">
        <w:rPr>
          <w:rFonts w:ascii="Times New Roman" w:hAnsi="Times New Roman"/>
          <w:b/>
          <w:i/>
          <w:color w:val="000000"/>
          <w:sz w:val="28"/>
          <w:lang w:val="ru-RU"/>
        </w:rPr>
        <w:t>в 7–8 классах: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оценивать условия содержания животных в различных условиях;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владеть навыками оказания первой помощи заболевшим или пораненным животным;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животноводства;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характеризовать пути цифровизации животноводческого производства;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057B7A" w:rsidRPr="00E63691" w:rsidRDefault="00057B7A">
      <w:pPr>
        <w:spacing w:after="0" w:line="264" w:lineRule="auto"/>
        <w:ind w:left="120"/>
        <w:jc w:val="both"/>
        <w:rPr>
          <w:lang w:val="ru-RU"/>
        </w:rPr>
      </w:pPr>
    </w:p>
    <w:p w:rsidR="00057B7A" w:rsidRPr="00E63691" w:rsidRDefault="00057B7A">
      <w:pPr>
        <w:spacing w:after="0" w:line="264" w:lineRule="auto"/>
        <w:ind w:left="120"/>
        <w:jc w:val="both"/>
        <w:rPr>
          <w:lang w:val="ru-RU"/>
        </w:rPr>
      </w:pPr>
      <w:r w:rsidRPr="00E63691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E63691">
        <w:rPr>
          <w:rFonts w:ascii="Times New Roman" w:hAnsi="Times New Roman"/>
          <w:b/>
          <w:i/>
          <w:color w:val="000000"/>
          <w:sz w:val="28"/>
          <w:lang w:val="ru-RU"/>
        </w:rPr>
        <w:t>модуля «Растениеводство»</w:t>
      </w:r>
    </w:p>
    <w:p w:rsidR="00057B7A" w:rsidRPr="00E63691" w:rsidRDefault="00057B7A">
      <w:pPr>
        <w:spacing w:after="0" w:line="264" w:lineRule="auto"/>
        <w:ind w:left="120"/>
        <w:jc w:val="both"/>
        <w:rPr>
          <w:lang w:val="ru-RU"/>
        </w:rPr>
      </w:pP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63691">
        <w:rPr>
          <w:rFonts w:ascii="Times New Roman" w:hAnsi="Times New Roman"/>
          <w:b/>
          <w:i/>
          <w:color w:val="000000"/>
          <w:sz w:val="28"/>
          <w:lang w:val="ru-RU"/>
        </w:rPr>
        <w:t>в 7–8 классах</w:t>
      </w:r>
      <w:r w:rsidRPr="00E63691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для человека грибов;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цифровизации и роботизации в растениеводстве;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:rsidR="00057B7A" w:rsidRPr="00E63691" w:rsidRDefault="00057B7A">
      <w:pPr>
        <w:spacing w:after="0" w:line="264" w:lineRule="auto"/>
        <w:ind w:firstLine="600"/>
        <w:jc w:val="both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057B7A" w:rsidRPr="00E63691" w:rsidRDefault="00057B7A">
      <w:pPr>
        <w:rPr>
          <w:lang w:val="ru-RU"/>
        </w:rPr>
        <w:sectPr w:rsidR="00057B7A" w:rsidRPr="00E63691">
          <w:pgSz w:w="11906" w:h="16383"/>
          <w:pgMar w:top="1134" w:right="850" w:bottom="1134" w:left="1701" w:header="720" w:footer="720" w:gutter="0"/>
          <w:cols w:space="720"/>
        </w:sectPr>
      </w:pPr>
    </w:p>
    <w:p w:rsidR="00057B7A" w:rsidRDefault="00057B7A">
      <w:pPr>
        <w:spacing w:after="0"/>
        <w:ind w:left="120"/>
      </w:pPr>
      <w:bookmarkStart w:id="34" w:name="block-12303541"/>
      <w:bookmarkEnd w:id="34"/>
      <w:r w:rsidRPr="00E6369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57B7A" w:rsidRDefault="00057B7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816"/>
        <w:gridCol w:w="4734"/>
        <w:gridCol w:w="1376"/>
        <w:gridCol w:w="1841"/>
        <w:gridCol w:w="1910"/>
        <w:gridCol w:w="3363"/>
      </w:tblGrid>
      <w:tr w:rsidR="00057B7A" w:rsidRPr="00B03E99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7B7A" w:rsidRPr="00B03E99" w:rsidRDefault="00057B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7B7A" w:rsidRPr="00B03E99" w:rsidRDefault="00057B7A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7B7A" w:rsidRPr="00B03E99" w:rsidRDefault="00057B7A"/>
        </w:tc>
      </w:tr>
      <w:tr w:rsidR="00057B7A" w:rsidRPr="00B03E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03E99"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Технологии вокруг нас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 в трудовой деятельности человека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Проектирование и проекты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gridAfter w:val="1"/>
          <w:wAfter w:w="3452" w:type="dxa"/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/>
        </w:tc>
      </w:tr>
      <w:tr w:rsidR="00057B7A" w:rsidRPr="00B03E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03E99"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элементы графических изображений и их построение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gridAfter w:val="1"/>
          <w:wAfter w:w="3452" w:type="dxa"/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/>
        </w:tc>
      </w:tr>
      <w:tr w:rsidR="00057B7A" w:rsidRPr="00B748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636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её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ручной обработки древесины. Виды и характеристики электрифицированного инструмента для обработки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тонирования и лакирования изделий из древесины.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Качество изделия. Подходы к оценке качества изделия из древесины.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Чертёж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Технологические операции по пошиву изделия.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gridAfter w:val="1"/>
          <w:wAfter w:w="3452" w:type="dxa"/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/>
        </w:tc>
      </w:tr>
      <w:tr w:rsidR="00057B7A" w:rsidRPr="00B03E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03E99"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/>
        </w:tc>
      </w:tr>
      <w:tr w:rsidR="00057B7A" w:rsidRPr="00B03E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/>
        </w:tc>
      </w:tr>
    </w:tbl>
    <w:p w:rsidR="00057B7A" w:rsidRDefault="00057B7A">
      <w:pPr>
        <w:sectPr w:rsidR="00057B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57B7A" w:rsidRDefault="00057B7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934"/>
        <w:gridCol w:w="4777"/>
        <w:gridCol w:w="1535"/>
        <w:gridCol w:w="1841"/>
        <w:gridCol w:w="1910"/>
        <w:gridCol w:w="2646"/>
      </w:tblGrid>
      <w:tr w:rsidR="00057B7A" w:rsidRPr="00B03E99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7B7A" w:rsidRPr="00B03E99" w:rsidRDefault="00057B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7B7A" w:rsidRPr="00B03E99" w:rsidRDefault="00057B7A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7B7A" w:rsidRPr="00B03E99" w:rsidRDefault="00057B7A"/>
        </w:tc>
      </w:tr>
      <w:tr w:rsidR="00057B7A" w:rsidRPr="00B03E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03E99"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Модели и моделирование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дома и на производстве.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>Кинематические схемы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Техническое конструирование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Перспективы развития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/>
        </w:tc>
      </w:tr>
      <w:tr w:rsidR="00057B7A" w:rsidRPr="00B03E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03E99"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Компьютерная графика. Мир изображений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Компьютерные методы представления графической информации.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печатной продукции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/>
        </w:tc>
      </w:tr>
      <w:tr w:rsidR="00057B7A" w:rsidRPr="00B748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636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Способы обработки тонколистового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/>
        </w:tc>
      </w:tr>
      <w:tr w:rsidR="00057B7A" w:rsidRPr="00B03E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03E99"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/>
        </w:tc>
      </w:tr>
      <w:tr w:rsidR="00057B7A" w:rsidRPr="00B03E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/>
        </w:tc>
      </w:tr>
    </w:tbl>
    <w:p w:rsidR="00057B7A" w:rsidRDefault="00057B7A">
      <w:pPr>
        <w:sectPr w:rsidR="00057B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57B7A" w:rsidRDefault="00057B7A">
      <w:pPr>
        <w:sectPr w:rsidR="00057B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57B7A" w:rsidRDefault="00057B7A">
      <w:pPr>
        <w:spacing w:after="0"/>
        <w:ind w:left="120"/>
      </w:pPr>
      <w:bookmarkStart w:id="35" w:name="block-12303545"/>
      <w:bookmarkEnd w:id="35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057B7A" w:rsidRPr="00E63691" w:rsidRDefault="00057B7A">
      <w:pPr>
        <w:spacing w:after="0"/>
        <w:ind w:left="120"/>
        <w:rPr>
          <w:lang w:val="ru-RU"/>
        </w:rPr>
      </w:pPr>
      <w:r w:rsidRPr="00E63691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80"/>
        <w:gridCol w:w="4931"/>
        <w:gridCol w:w="1428"/>
        <w:gridCol w:w="1841"/>
        <w:gridCol w:w="1910"/>
        <w:gridCol w:w="2456"/>
      </w:tblGrid>
      <w:tr w:rsidR="00057B7A" w:rsidRPr="00B03E99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7B7A" w:rsidRPr="00B03E99" w:rsidRDefault="00057B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7B7A" w:rsidRPr="00B03E99" w:rsidRDefault="00057B7A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7B7A" w:rsidRPr="00B03E99" w:rsidRDefault="00057B7A"/>
        </w:tc>
      </w:tr>
      <w:tr w:rsidR="00057B7A" w:rsidRPr="00B03E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03E99"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сферы развития производства и технологий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Цифровизация производства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Современные и перспективные технологии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транспорт. История развития транспорта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/>
        </w:tc>
      </w:tr>
      <w:tr w:rsidR="00057B7A" w:rsidRPr="00B03E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03E99"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/>
        </w:tc>
      </w:tr>
      <w:tr w:rsidR="00057B7A" w:rsidRPr="00B748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636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Обработка металлов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/>
        </w:tc>
      </w:tr>
      <w:tr w:rsidR="00057B7A" w:rsidRPr="00B748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636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 w:rsidRPr="00B03E99"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E636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Модели, моделирование. Макетирование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Основные приёмы макетирования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/>
        </w:tc>
      </w:tr>
      <w:tr w:rsidR="00057B7A" w:rsidRPr="00B03E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03E99"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Алгоритмизация и программирование роботов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/>
        </w:tc>
      </w:tr>
      <w:tr w:rsidR="00057B7A" w:rsidRPr="00B03E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03E99"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Растениеводство</w:t>
            </w: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растения, их заготовка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региона и их решение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/>
        </w:tc>
      </w:tr>
      <w:tr w:rsidR="00057B7A" w:rsidRPr="00B03E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03E99"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«Животноводство»</w:t>
            </w: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/>
        </w:tc>
      </w:tr>
      <w:tr w:rsidR="00057B7A" w:rsidRPr="00B03E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/>
        </w:tc>
      </w:tr>
    </w:tbl>
    <w:p w:rsidR="00057B7A" w:rsidRDefault="00057B7A">
      <w:pPr>
        <w:sectPr w:rsidR="00057B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57B7A" w:rsidRDefault="00057B7A">
      <w:pPr>
        <w:sectPr w:rsidR="00057B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57B7A" w:rsidRDefault="00057B7A">
      <w:pPr>
        <w:spacing w:after="0"/>
        <w:ind w:left="120"/>
      </w:pPr>
      <w:bookmarkStart w:id="36" w:name="block-12303546"/>
      <w:bookmarkEnd w:id="36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057B7A" w:rsidRPr="00E63691" w:rsidRDefault="00057B7A">
      <w:pPr>
        <w:spacing w:after="0"/>
        <w:ind w:left="120"/>
        <w:rPr>
          <w:lang w:val="ru-RU"/>
        </w:rPr>
      </w:pPr>
      <w:r w:rsidRPr="00E63691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40"/>
        <w:gridCol w:w="4817"/>
        <w:gridCol w:w="1374"/>
        <w:gridCol w:w="1841"/>
        <w:gridCol w:w="1910"/>
        <w:gridCol w:w="3358"/>
      </w:tblGrid>
      <w:tr w:rsidR="00057B7A" w:rsidRPr="00B03E99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7B7A" w:rsidRPr="00B03E99" w:rsidRDefault="00057B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7B7A" w:rsidRPr="00B03E99" w:rsidRDefault="00057B7A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7B7A" w:rsidRPr="00B03E99" w:rsidRDefault="00057B7A"/>
        </w:tc>
      </w:tr>
      <w:tr w:rsidR="00057B7A" w:rsidRPr="00B03E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03E99"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/>
        </w:tc>
      </w:tr>
      <w:tr w:rsidR="00057B7A" w:rsidRPr="00B03E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03E99"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/>
        </w:tc>
      </w:tr>
      <w:tr w:rsidR="00057B7A" w:rsidRPr="00B748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636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 w:rsidRPr="00B03E99"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E636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/>
        </w:tc>
      </w:tr>
      <w:tr w:rsidR="00057B7A" w:rsidRPr="00B03E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03E99"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/>
        </w:tc>
      </w:tr>
      <w:tr w:rsidR="00057B7A" w:rsidRPr="00B03E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03E99"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«Растениеводство»</w:t>
            </w: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Мир профессий. Сельскохозяйственные профессии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gridAfter w:val="1"/>
          <w:wAfter w:w="3441" w:type="dxa"/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/>
        </w:tc>
      </w:tr>
      <w:tr w:rsidR="00057B7A" w:rsidRPr="00B03E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03E99"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«Животноводство»</w:t>
            </w: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Животноводческие предприятия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/>
        </w:tc>
      </w:tr>
      <w:tr w:rsidR="00057B7A" w:rsidRPr="00B03E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/>
        </w:tc>
      </w:tr>
    </w:tbl>
    <w:p w:rsidR="00057B7A" w:rsidRDefault="00057B7A">
      <w:pPr>
        <w:sectPr w:rsidR="00057B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57B7A" w:rsidRDefault="00057B7A">
      <w:pPr>
        <w:sectPr w:rsidR="00057B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57B7A" w:rsidRDefault="00057B7A">
      <w:pPr>
        <w:spacing w:after="0"/>
        <w:ind w:left="120"/>
      </w:pPr>
      <w:bookmarkStart w:id="37" w:name="block-12303549"/>
      <w:bookmarkEnd w:id="37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057B7A" w:rsidRDefault="00057B7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97"/>
        <w:gridCol w:w="4914"/>
        <w:gridCol w:w="1442"/>
        <w:gridCol w:w="1841"/>
        <w:gridCol w:w="1910"/>
        <w:gridCol w:w="2480"/>
      </w:tblGrid>
      <w:tr w:rsidR="00057B7A" w:rsidRPr="00B03E99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7B7A" w:rsidRPr="00B03E99" w:rsidRDefault="00057B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7B7A" w:rsidRPr="00B03E99" w:rsidRDefault="00057B7A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7B7A" w:rsidRPr="00B03E99" w:rsidRDefault="00057B7A"/>
        </w:tc>
      </w:tr>
      <w:tr w:rsidR="00057B7A" w:rsidRPr="00B03E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03E99"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Предпринимательство. Организация собственного производства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Моделирование экономической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/>
        </w:tc>
      </w:tr>
      <w:tr w:rsidR="00057B7A" w:rsidRPr="00B03E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03E99"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/>
        </w:tc>
      </w:tr>
      <w:tr w:rsidR="00057B7A" w:rsidRPr="00B748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636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 w:rsidRPr="00B03E99"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E636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/>
        </w:tc>
      </w:tr>
      <w:tr w:rsidR="00057B7A" w:rsidRPr="00B03E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03E99"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Современные профессии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/>
        </w:tc>
      </w:tr>
      <w:tr w:rsidR="00057B7A" w:rsidRPr="00B03E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/>
        </w:tc>
      </w:tr>
    </w:tbl>
    <w:p w:rsidR="00057B7A" w:rsidRDefault="00057B7A">
      <w:pPr>
        <w:sectPr w:rsidR="00057B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57B7A" w:rsidRDefault="00057B7A">
      <w:pPr>
        <w:sectPr w:rsidR="00057B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57B7A" w:rsidRDefault="00057B7A">
      <w:pPr>
        <w:spacing w:after="0"/>
        <w:ind w:left="120"/>
      </w:pPr>
      <w:bookmarkStart w:id="38" w:name="block-12303550"/>
      <w:bookmarkEnd w:id="38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057B7A" w:rsidRPr="00E63691" w:rsidRDefault="00057B7A">
      <w:pPr>
        <w:spacing w:after="0"/>
        <w:ind w:left="120"/>
        <w:rPr>
          <w:lang w:val="ru-RU"/>
        </w:rPr>
      </w:pPr>
      <w:r w:rsidRPr="00E63691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97"/>
        <w:gridCol w:w="4914"/>
        <w:gridCol w:w="1442"/>
        <w:gridCol w:w="1841"/>
        <w:gridCol w:w="1910"/>
        <w:gridCol w:w="2480"/>
      </w:tblGrid>
      <w:tr w:rsidR="00057B7A" w:rsidRPr="00B03E99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7B7A" w:rsidRPr="00B03E99" w:rsidRDefault="00057B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7B7A" w:rsidRPr="00B03E99" w:rsidRDefault="00057B7A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7B7A" w:rsidRPr="00B03E99" w:rsidRDefault="00057B7A"/>
        </w:tc>
      </w:tr>
      <w:tr w:rsidR="00057B7A" w:rsidRPr="00B03E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03E99"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Предпринимательство. Организация собственного производства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Моделирование экономической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/>
        </w:tc>
      </w:tr>
      <w:tr w:rsidR="00057B7A" w:rsidRPr="00B03E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03E99"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/>
        </w:tc>
      </w:tr>
      <w:tr w:rsidR="00057B7A" w:rsidRPr="00B748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636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 w:rsidRPr="00B03E99"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E636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/>
        </w:tc>
      </w:tr>
      <w:tr w:rsidR="00057B7A" w:rsidRPr="00B03E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03E99"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Современные профессии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/>
        </w:tc>
      </w:tr>
      <w:tr w:rsidR="00057B7A" w:rsidRPr="00B748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636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Вариативный модуль «Автоматизированные системы»</w:t>
            </w: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Автоматизированные системы на предприятиях региона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/>
        </w:tc>
      </w:tr>
      <w:tr w:rsidR="00057B7A" w:rsidRPr="00B03E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/>
        </w:tc>
      </w:tr>
    </w:tbl>
    <w:p w:rsidR="00057B7A" w:rsidRDefault="00057B7A">
      <w:pPr>
        <w:sectPr w:rsidR="00057B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57B7A" w:rsidRDefault="00057B7A">
      <w:pPr>
        <w:sectPr w:rsidR="00057B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57B7A" w:rsidRDefault="00057B7A">
      <w:pPr>
        <w:spacing w:after="0"/>
        <w:ind w:left="120"/>
      </w:pPr>
      <w:bookmarkStart w:id="39" w:name="block-12303543"/>
      <w:bookmarkEnd w:id="39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057B7A" w:rsidRDefault="00057B7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814"/>
        <w:gridCol w:w="4897"/>
        <w:gridCol w:w="1246"/>
        <w:gridCol w:w="1841"/>
        <w:gridCol w:w="1910"/>
        <w:gridCol w:w="1212"/>
        <w:gridCol w:w="2086"/>
      </w:tblGrid>
      <w:tr w:rsidR="00057B7A" w:rsidRPr="00B03E99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7B7A" w:rsidRPr="00B03E99" w:rsidRDefault="00057B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7B7A" w:rsidRPr="00B03E99" w:rsidRDefault="00057B7A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7B7A" w:rsidRPr="00B03E99" w:rsidRDefault="00057B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7B7A" w:rsidRPr="00B03E99" w:rsidRDefault="00057B7A"/>
        </w:tc>
      </w:tr>
      <w:tr w:rsidR="00057B7A" w:rsidRPr="00B03E9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Потребности человека и 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свойств вещей»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сырье. Свойства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«Выбор материалов на основе анализа его свойства»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 и техника. Материальные 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технологических операций»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Когнитивные технологии. Проектирование и проекты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Основы графической грамоты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графических изображений»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Графические изображения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Основные элементы графических изображений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Правила построения чертежей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плоской детали (изделия)»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технологической карты выполнения изделия из бумаги»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 свойства конструкционных материалов.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>Древесина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Ручной инструмент для обработки древесины, приемы работы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Электрифицированный инструмент для обработки древесины.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>Приемы работы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Декорирование древесины. Приемы тонирования и лакирования изделий из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приготовления блюд из яиц, круп, овощей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Кулинария. Кухня, санитарно-гигиенические требования к помещению кухни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Сервировка стола, правила этикета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«Питание и 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Текстильные материалы, получение свойства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свойств тканей»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верхней и нижней нитей машины.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>Выполнение прямых строчек»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текстильных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Чертеж выкроек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Робототехника, сферы применения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Практическая работа «Мой робот-помощник»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робототехнической модели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Механическая передача, её виды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Алгоритмы. Роботы как исполнители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Датчик нажатия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творческий (учебный) проект «Робот-помощник»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Определение этапов группового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Оценка качества модели робота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«Робот-помощник»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Испытание модели робота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Защита проекта «Робот-помощник»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/>
        </w:tc>
      </w:tr>
    </w:tbl>
    <w:p w:rsidR="00057B7A" w:rsidRDefault="00057B7A">
      <w:pPr>
        <w:sectPr w:rsidR="00057B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57B7A" w:rsidRDefault="00057B7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887"/>
        <w:gridCol w:w="4803"/>
        <w:gridCol w:w="1301"/>
        <w:gridCol w:w="1841"/>
        <w:gridCol w:w="1910"/>
        <w:gridCol w:w="1212"/>
        <w:gridCol w:w="2086"/>
      </w:tblGrid>
      <w:tr w:rsidR="00057B7A" w:rsidRPr="00B03E99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7B7A" w:rsidRPr="00B03E99" w:rsidRDefault="00057B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7B7A" w:rsidRPr="00B03E99" w:rsidRDefault="00057B7A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7B7A" w:rsidRPr="00B03E99" w:rsidRDefault="00057B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7B7A" w:rsidRPr="00B03E99" w:rsidRDefault="00057B7A"/>
        </w:tc>
      </w:tr>
      <w:tr w:rsidR="00057B7A" w:rsidRPr="00B03E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моделирование, виды моделей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«Описание/характеристика модели технического устройства»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Техническое конструирование. Конструкторская документация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 или машины»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технологии. Будущее техники и технологий.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>Перспективные технологии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технологий, их описания, перспектив развития»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Чертеж. Геометрическое черчение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Визуализация информации с помощью средств компьютерной графики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Инструменты графического редактора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Печатная продукция как результат компьютерной графики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печатной продукции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Металлы. Получение, свойства металлов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Рабочее место и инструменты для обработки. Операции разметка и правка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Операции: резание, гибка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Сверление отверстий в заготовках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Соединение металлических деталей в изделии с помощью заклёпок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Качество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продукты; тесто, виды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блюд из молока; приготовление разных видов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Профессии кондитер, хлебопек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Одежда. Мода и стиль Профессии, связанные с производством одежды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«Определение стиля в одежде»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материалы. Сравнение свойств тканей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Машинные швы. Регуляторы швейной машины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Декоративная отделка швейных изделий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Классификация роботов. Транспортные роботы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Роботы на колёсном ходу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Движение модели транспортного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Испытание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Защита проекта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/>
        </w:tc>
      </w:tr>
    </w:tbl>
    <w:p w:rsidR="00057B7A" w:rsidRDefault="00057B7A">
      <w:pPr>
        <w:sectPr w:rsidR="00057B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57B7A" w:rsidRDefault="00057B7A">
      <w:pPr>
        <w:sectPr w:rsidR="00057B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57B7A" w:rsidRDefault="00057B7A">
      <w:pPr>
        <w:spacing w:after="0"/>
        <w:ind w:left="120"/>
      </w:pPr>
      <w:bookmarkStart w:id="40" w:name="block-12303548"/>
      <w:bookmarkEnd w:id="40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ПЛАНИРОВАНИЕ. 7 КЛАСС </w:t>
      </w:r>
    </w:p>
    <w:p w:rsidR="00057B7A" w:rsidRPr="00E63691" w:rsidRDefault="00057B7A">
      <w:pPr>
        <w:spacing w:after="0"/>
        <w:ind w:left="120"/>
        <w:rPr>
          <w:lang w:val="ru-RU"/>
        </w:rPr>
      </w:pPr>
      <w:r w:rsidRPr="00E63691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50"/>
        <w:gridCol w:w="4961"/>
        <w:gridCol w:w="1188"/>
        <w:gridCol w:w="1841"/>
        <w:gridCol w:w="1910"/>
        <w:gridCol w:w="1212"/>
        <w:gridCol w:w="2086"/>
      </w:tblGrid>
      <w:tr w:rsidR="00057B7A" w:rsidRPr="00B03E99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7B7A" w:rsidRPr="00B03E99" w:rsidRDefault="00057B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7B7A" w:rsidRPr="00B03E99" w:rsidRDefault="00057B7A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7B7A" w:rsidRPr="00B03E99" w:rsidRDefault="00057B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7B7A" w:rsidRPr="00B03E99" w:rsidRDefault="00057B7A"/>
        </w:tc>
      </w:tr>
      <w:tr w:rsidR="00057B7A" w:rsidRPr="00B03E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Промышленная эстетика. Дизайн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Современные материалы. Композитные материалы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композитных материалов и их свойств»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 и перспективы его развития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транспортного потока в населенном пункте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Конструкторская документация Сборочный чертеж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деталей из сортового проката»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Макетирование. Типы макетов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макета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Основные приемы макетирования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деталей макета»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древесина, металл, композитные материалы, пластмассы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Технологии обработки древесины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Технологии обработки металлов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и декорирования пластмассы, других 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изделия из конструкционных 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Профессии повар, технолог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«Применение основных алгоритмических структур.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Генерация голосовых команд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пульта дистанционного управления.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группы роботов для совместной работы.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 и их классификация.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«Технология заготовки дикорастущих растений»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Сохранение природной среды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Групповая практическая работа по 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выращивания сельскохозяйственных животных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/>
        </w:tc>
      </w:tr>
    </w:tbl>
    <w:p w:rsidR="00057B7A" w:rsidRDefault="00057B7A">
      <w:pPr>
        <w:sectPr w:rsidR="00057B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57B7A" w:rsidRDefault="00057B7A">
      <w:pPr>
        <w:sectPr w:rsidR="00057B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57B7A" w:rsidRDefault="00057B7A">
      <w:pPr>
        <w:spacing w:after="0"/>
        <w:ind w:left="120"/>
      </w:pPr>
      <w:bookmarkStart w:id="41" w:name="block-12303553"/>
      <w:bookmarkEnd w:id="41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ПЛАНИРОВАНИЕ. 8 КЛАСС </w:t>
      </w:r>
    </w:p>
    <w:p w:rsidR="00057B7A" w:rsidRPr="00E63691" w:rsidRDefault="00057B7A">
      <w:pPr>
        <w:spacing w:after="0"/>
        <w:ind w:left="120"/>
        <w:rPr>
          <w:lang w:val="ru-RU"/>
        </w:rPr>
      </w:pPr>
      <w:r w:rsidRPr="00E63691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50"/>
        <w:gridCol w:w="4961"/>
        <w:gridCol w:w="1188"/>
        <w:gridCol w:w="1841"/>
        <w:gridCol w:w="1910"/>
        <w:gridCol w:w="1212"/>
        <w:gridCol w:w="2086"/>
      </w:tblGrid>
      <w:tr w:rsidR="00057B7A" w:rsidRPr="00B03E99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7B7A" w:rsidRPr="00B03E99" w:rsidRDefault="00057B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7B7A" w:rsidRPr="00B03E99" w:rsidRDefault="00057B7A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7B7A" w:rsidRPr="00B03E99" w:rsidRDefault="00057B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7B7A" w:rsidRPr="00B03E99" w:rsidRDefault="00057B7A"/>
        </w:tc>
      </w:tr>
      <w:tr w:rsidR="00057B7A" w:rsidRPr="00B03E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Инновационные предприятия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Мир профессий. Выбор профессии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Прототипирование.Сферы применения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Выполнение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-сканер, устройство, использование для создания прототипов.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«Робототехника. Автоматизация в промышленности и быту (по выбору).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>Идеи для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Конструкция беспилотного воздушного судна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Презентация и защита проекта.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Особенности сельскохозяйственного производства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Агропромышленные комплексы в регионе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Мир профессий. Сельскохозяйственные профессии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Животноводческие предприятия Практическая работа «Анализ функционирования животноводческих комплексов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«Искусственный интеллект и другие цифровые технологии в животноводстве»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/>
        </w:tc>
      </w:tr>
    </w:tbl>
    <w:p w:rsidR="00057B7A" w:rsidRDefault="00057B7A">
      <w:pPr>
        <w:sectPr w:rsidR="00057B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57B7A" w:rsidRDefault="00057B7A">
      <w:pPr>
        <w:sectPr w:rsidR="00057B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57B7A" w:rsidRPr="004C4C45" w:rsidRDefault="00057B7A">
      <w:pPr>
        <w:spacing w:after="0"/>
        <w:ind w:left="120"/>
        <w:rPr>
          <w:lang w:val="ru-RU"/>
        </w:rPr>
      </w:pPr>
      <w:bookmarkStart w:id="42" w:name="block-12303555"/>
      <w:bookmarkEnd w:id="42"/>
      <w:r w:rsidRPr="004C4C45">
        <w:rPr>
          <w:rFonts w:ascii="Times New Roman" w:hAnsi="Times New Roman"/>
          <w:b/>
          <w:color w:val="000000"/>
          <w:sz w:val="28"/>
          <w:lang w:val="ru-RU"/>
        </w:rPr>
        <w:t xml:space="preserve"> ПОУРОЧНОЕ ПЛАНИРОВАНИЕ. 9 КЛАСС </w:t>
      </w:r>
    </w:p>
    <w:p w:rsidR="00057B7A" w:rsidRPr="004C4C45" w:rsidRDefault="00057B7A">
      <w:pPr>
        <w:spacing w:after="0"/>
        <w:ind w:left="120"/>
        <w:rPr>
          <w:lang w:val="ru-RU"/>
        </w:rPr>
      </w:pPr>
      <w:r w:rsidRPr="004C4C45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814"/>
        <w:gridCol w:w="4897"/>
        <w:gridCol w:w="1246"/>
        <w:gridCol w:w="1841"/>
        <w:gridCol w:w="1910"/>
        <w:gridCol w:w="1212"/>
        <w:gridCol w:w="2086"/>
      </w:tblGrid>
      <w:tr w:rsidR="00057B7A" w:rsidRPr="00B03E99" w:rsidTr="004C4C45">
        <w:trPr>
          <w:trHeight w:val="144"/>
          <w:tblCellSpacing w:w="20" w:type="nil"/>
        </w:trPr>
        <w:tc>
          <w:tcPr>
            <w:tcW w:w="8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48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20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 w:rsidTr="004C4C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7B7A" w:rsidRPr="00B03E99" w:rsidRDefault="00057B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7B7A" w:rsidRPr="00B03E99" w:rsidRDefault="00057B7A"/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7B7A" w:rsidRPr="00B03E99" w:rsidRDefault="00057B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7B7A" w:rsidRPr="00B03E99" w:rsidRDefault="00057B7A"/>
        </w:tc>
      </w:tr>
      <w:tr w:rsidR="00057B7A" w:rsidRPr="00B03E99" w:rsidTr="004C4C45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Предприниматель и предпринимательство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057B7A" w:rsidRPr="004C4C45" w:rsidRDefault="00057B7A" w:rsidP="00AB47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 w:rsidTr="004C4C45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Предпринимательская деятельность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 w:rsidP="00AB4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 w:rsidTr="004C4C45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Модель реализации бизнес-идеи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</w:tcPr>
          <w:p w:rsidR="00057B7A" w:rsidRDefault="00057B7A" w:rsidP="00AB4753">
            <w:pPr>
              <w:jc w:val="center"/>
            </w:pPr>
            <w:r w:rsidRPr="00F60687"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 w:rsidTr="004C4C45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Бизнес-план. Этапы разработки бизнес-проекта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</w:tcPr>
          <w:p w:rsidR="00057B7A" w:rsidRDefault="00057B7A" w:rsidP="00AB4753">
            <w:pPr>
              <w:jc w:val="center"/>
            </w:pPr>
            <w:r w:rsidRPr="00F60687"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 w:rsidTr="004C4C45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</w:tcPr>
          <w:p w:rsidR="00057B7A" w:rsidRDefault="00057B7A" w:rsidP="00AB4753">
            <w:pPr>
              <w:jc w:val="center"/>
            </w:pPr>
            <w:r w:rsidRPr="00F60687"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 w:rsidTr="00495BE0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</w:tcPr>
          <w:p w:rsidR="00057B7A" w:rsidRDefault="00057B7A" w:rsidP="00AB4753">
            <w:pPr>
              <w:jc w:val="center"/>
            </w:pPr>
            <w:r w:rsidRPr="00ED56DE"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 w:rsidTr="00495BE0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</w:tcPr>
          <w:p w:rsidR="00057B7A" w:rsidRDefault="00057B7A" w:rsidP="00AB4753">
            <w:pPr>
              <w:jc w:val="center"/>
            </w:pPr>
            <w:r w:rsidRPr="00ED56DE"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 w:rsidTr="00495BE0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</w:tcPr>
          <w:p w:rsidR="00057B7A" w:rsidRDefault="00057B7A" w:rsidP="00AB4753">
            <w:pPr>
              <w:jc w:val="center"/>
            </w:pPr>
            <w:r w:rsidRPr="00ED56DE"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 w:rsidTr="009B2FC6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</w:tcPr>
          <w:p w:rsidR="00057B7A" w:rsidRDefault="00057B7A" w:rsidP="00AB4753">
            <w:pPr>
              <w:jc w:val="center"/>
            </w:pPr>
            <w:r w:rsidRPr="00441E9A"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 w:rsidTr="009B2FC6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Аддитивные технологии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</w:tcPr>
          <w:p w:rsidR="00057B7A" w:rsidRDefault="00057B7A" w:rsidP="00AB4753">
            <w:pPr>
              <w:jc w:val="center"/>
            </w:pPr>
            <w:r w:rsidRPr="00441E9A"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 w:rsidTr="009B2FC6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трёхмерной печати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</w:tcPr>
          <w:p w:rsidR="00057B7A" w:rsidRDefault="00057B7A" w:rsidP="00AB4753">
            <w:pPr>
              <w:jc w:val="center"/>
            </w:pPr>
            <w:r w:rsidRPr="00441E9A"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 w:rsidTr="009B2FC6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</w:tcPr>
          <w:p w:rsidR="00057B7A" w:rsidRDefault="00057B7A" w:rsidP="00AB4753">
            <w:pPr>
              <w:jc w:val="center"/>
            </w:pPr>
            <w:r w:rsidRPr="00441E9A"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 w:rsidTr="00BF752E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</w:tcPr>
          <w:p w:rsidR="00057B7A" w:rsidRDefault="00057B7A" w:rsidP="00AB4753">
            <w:pPr>
              <w:jc w:val="center"/>
            </w:pPr>
            <w:r w:rsidRPr="00FC1E41"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 w:rsidTr="00BF752E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</w:tcPr>
          <w:p w:rsidR="00057B7A" w:rsidRDefault="00057B7A" w:rsidP="00AB4753">
            <w:pPr>
              <w:jc w:val="center"/>
            </w:pPr>
            <w:r w:rsidRPr="00FC1E41"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 w:rsidP="00AB47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 w:rsidTr="00BF752E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</w:tcPr>
          <w:p w:rsidR="00057B7A" w:rsidRDefault="00057B7A" w:rsidP="00AB4753">
            <w:pPr>
              <w:jc w:val="center"/>
            </w:pPr>
            <w:r w:rsidRPr="00FC1E41"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 w:rsidP="00AB47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 w:rsidTr="00BF752E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</w:tcPr>
          <w:p w:rsidR="00057B7A" w:rsidRDefault="00057B7A" w:rsidP="00AB4753">
            <w:pPr>
              <w:jc w:val="center"/>
            </w:pPr>
            <w:r w:rsidRPr="00FC1E41"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 w:rsidP="00AB47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 w:rsidTr="00BF752E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</w:tcPr>
          <w:p w:rsidR="00057B7A" w:rsidRDefault="00057B7A" w:rsidP="00AB4753">
            <w:pPr>
              <w:jc w:val="center"/>
            </w:pPr>
            <w:r w:rsidRPr="00FC1E41"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 w:rsidP="00AB47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 w:rsidTr="00BF752E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</w:tcPr>
          <w:p w:rsidR="00057B7A" w:rsidRDefault="00057B7A" w:rsidP="00AB4753">
            <w:pPr>
              <w:jc w:val="center"/>
            </w:pPr>
            <w:r w:rsidRPr="00FC1E41"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 w:rsidP="00AB47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 w:rsidTr="00BF752E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Защита проекта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</w:tcPr>
          <w:p w:rsidR="00057B7A" w:rsidRDefault="00057B7A" w:rsidP="00AB4753">
            <w:pPr>
              <w:jc w:val="center"/>
            </w:pPr>
            <w:r w:rsidRPr="00FC1E41"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 w:rsidP="00AB4753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 w:rsidTr="00BF752E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 w:rsidRPr="00B03E99"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</w:tcPr>
          <w:p w:rsidR="00057B7A" w:rsidRDefault="00057B7A" w:rsidP="00AB4753">
            <w:pPr>
              <w:jc w:val="center"/>
            </w:pPr>
            <w:r w:rsidRPr="00FC1E41"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 w:rsidP="00AB47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 w:rsidTr="00442AA3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</w:tcPr>
          <w:p w:rsidR="00057B7A" w:rsidRDefault="00057B7A" w:rsidP="00AB4753">
            <w:pPr>
              <w:jc w:val="center"/>
            </w:pPr>
            <w:r w:rsidRPr="002070C9"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 w:rsidP="00AB47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 w:rsidTr="00442AA3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Классификация Интернета вещей.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</w:tcPr>
          <w:p w:rsidR="00057B7A" w:rsidRDefault="00057B7A" w:rsidP="00AB4753">
            <w:pPr>
              <w:jc w:val="center"/>
            </w:pPr>
            <w:r w:rsidRPr="002070C9"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 w:rsidP="00AB47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 w:rsidTr="00442AA3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</w:tcPr>
          <w:p w:rsidR="00057B7A" w:rsidRDefault="00057B7A" w:rsidP="00AB4753">
            <w:pPr>
              <w:jc w:val="center"/>
            </w:pPr>
            <w:r w:rsidRPr="002070C9"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 w:rsidP="00AB47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 w:rsidTr="00442AA3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</w:tcPr>
          <w:p w:rsidR="00057B7A" w:rsidRDefault="00057B7A" w:rsidP="00AB4753">
            <w:pPr>
              <w:jc w:val="center"/>
            </w:pPr>
            <w:r w:rsidRPr="002070C9"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 w:rsidP="00AB47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 w:rsidTr="00442AA3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</w:tcPr>
          <w:p w:rsidR="00057B7A" w:rsidRDefault="00057B7A" w:rsidP="00AB4753">
            <w:pPr>
              <w:jc w:val="center"/>
            </w:pPr>
            <w:r w:rsidRPr="002070C9"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 w:rsidP="00AB47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 w:rsidTr="008175E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</w:tcPr>
          <w:p w:rsidR="00057B7A" w:rsidRDefault="00057B7A" w:rsidP="00AB4753">
            <w:pPr>
              <w:jc w:val="center"/>
            </w:pPr>
            <w:r w:rsidRPr="003428E7"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 w:rsidP="00AB47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 w:rsidTr="008175E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</w:tcPr>
          <w:p w:rsidR="00057B7A" w:rsidRDefault="00057B7A" w:rsidP="00AB4753">
            <w:pPr>
              <w:jc w:val="center"/>
            </w:pPr>
            <w:r w:rsidRPr="003428E7"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 w:rsidP="00AB47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 w:rsidTr="008175E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</w:tcPr>
          <w:p w:rsidR="00057B7A" w:rsidRDefault="00057B7A" w:rsidP="00AB4753">
            <w:pPr>
              <w:jc w:val="center"/>
            </w:pPr>
            <w:r w:rsidRPr="003428E7"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 w:rsidP="00AB47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 w:rsidTr="008175E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</w:tcPr>
          <w:p w:rsidR="00057B7A" w:rsidRDefault="00057B7A" w:rsidP="00AB4753">
            <w:pPr>
              <w:jc w:val="center"/>
            </w:pPr>
            <w:r w:rsidRPr="003428E7"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 w:rsidP="00AB47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 w:rsidTr="008175E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</w:tcPr>
          <w:p w:rsidR="00057B7A" w:rsidRDefault="00057B7A" w:rsidP="00AB4753">
            <w:pPr>
              <w:jc w:val="center"/>
            </w:pPr>
            <w:r w:rsidRPr="003428E7"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 w:rsidP="00AB47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 w:rsidTr="008175E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</w:tcPr>
          <w:p w:rsidR="00057B7A" w:rsidRDefault="00057B7A" w:rsidP="00AB4753">
            <w:pPr>
              <w:jc w:val="center"/>
            </w:pPr>
            <w:r w:rsidRPr="003428E7"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 w:rsidP="00AB47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 w:rsidTr="008175E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Презентация и защита проекта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</w:tcPr>
          <w:p w:rsidR="00057B7A" w:rsidRDefault="00057B7A" w:rsidP="00AB4753">
            <w:pPr>
              <w:jc w:val="center"/>
            </w:pPr>
            <w:r w:rsidRPr="003428E7"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 w:rsidP="00AB4753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 w:rsidTr="008175E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</w:tcPr>
          <w:p w:rsidR="00057B7A" w:rsidRDefault="00057B7A" w:rsidP="00AB4753">
            <w:pPr>
              <w:jc w:val="center"/>
            </w:pPr>
            <w:r w:rsidRPr="003428E7"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 w:rsidP="00AB47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 w:rsidTr="008175E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897" w:type="dxa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Интернетом вещей, технологиями виртуальной реальности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</w:tcPr>
          <w:p w:rsidR="00057B7A" w:rsidRDefault="00057B7A" w:rsidP="00AB4753">
            <w:pPr>
              <w:jc w:val="center"/>
            </w:pPr>
            <w:r w:rsidRPr="003428E7"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 w:rsidP="00AB475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</w:pPr>
          </w:p>
        </w:tc>
      </w:tr>
      <w:tr w:rsidR="00057B7A" w:rsidRPr="00B03E99" w:rsidTr="004C4C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7B7A" w:rsidRPr="00E63691" w:rsidRDefault="00057B7A">
            <w:pPr>
              <w:spacing w:after="0"/>
              <w:ind w:left="135"/>
              <w:rPr>
                <w:lang w:val="ru-RU"/>
              </w:rPr>
            </w:pPr>
            <w:r w:rsidRPr="00E6369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057B7A" w:rsidRPr="004C4C45" w:rsidRDefault="00057B7A" w:rsidP="00AB47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 w:rsidP="00AB4753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>
            <w:pPr>
              <w:spacing w:after="0"/>
              <w:ind w:left="135"/>
              <w:jc w:val="center"/>
            </w:pPr>
            <w:r w:rsidRPr="00B03E99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7B7A" w:rsidRPr="00B03E99" w:rsidRDefault="00057B7A"/>
        </w:tc>
      </w:tr>
    </w:tbl>
    <w:p w:rsidR="00057B7A" w:rsidRDefault="00057B7A">
      <w:pPr>
        <w:sectPr w:rsidR="00057B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57B7A" w:rsidRDefault="00057B7A">
      <w:pPr>
        <w:sectPr w:rsidR="00057B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57B7A" w:rsidRDefault="00057B7A">
      <w:pPr>
        <w:spacing w:after="0"/>
        <w:ind w:left="120"/>
      </w:pPr>
      <w:bookmarkStart w:id="43" w:name="block-12303556"/>
      <w:bookmarkEnd w:id="43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057B7A" w:rsidRDefault="00057B7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57B7A" w:rsidRPr="00E63691" w:rsidRDefault="00057B7A">
      <w:pPr>
        <w:spacing w:after="0" w:line="480" w:lineRule="auto"/>
        <w:ind w:left="120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​‌• Технология, 5 класс/ Казакевич В.М., Пичугина Г.В., Семенова Г.Ю. и другие; под редакцией Казакевича В.М., Акционерное общество «Издательство «Просвещение»</w:t>
      </w:r>
      <w:r w:rsidRPr="00E63691">
        <w:rPr>
          <w:sz w:val="28"/>
          <w:lang w:val="ru-RU"/>
        </w:rPr>
        <w:br/>
      </w:r>
      <w:r w:rsidRPr="00E63691">
        <w:rPr>
          <w:rFonts w:ascii="Times New Roman" w:hAnsi="Times New Roman"/>
          <w:color w:val="000000"/>
          <w:sz w:val="28"/>
          <w:lang w:val="ru-RU"/>
        </w:rPr>
        <w:t xml:space="preserve"> • Технология, 6 класс/ Казакевич В.М., Пичугина Г.В., Семенова Г.Ю. и другие; под редакцией Казакевича В.М., Акционерное общество «Издательство «Просвещение»</w:t>
      </w:r>
      <w:r w:rsidRPr="00E63691">
        <w:rPr>
          <w:sz w:val="28"/>
          <w:lang w:val="ru-RU"/>
        </w:rPr>
        <w:br/>
      </w:r>
      <w:r w:rsidRPr="00E63691">
        <w:rPr>
          <w:rFonts w:ascii="Times New Roman" w:hAnsi="Times New Roman"/>
          <w:color w:val="000000"/>
          <w:sz w:val="28"/>
          <w:lang w:val="ru-RU"/>
        </w:rPr>
        <w:t xml:space="preserve"> • Технология, 7 класс/ Казакевич В.М., Пичугина Г.В., Семенова Г.Ю. и другие; под редакцией Казакевича В.М., Акционерное общество «Издательство «Просвещение»</w:t>
      </w:r>
      <w:r w:rsidRPr="00E63691">
        <w:rPr>
          <w:sz w:val="28"/>
          <w:lang w:val="ru-RU"/>
        </w:rPr>
        <w:br/>
      </w:r>
      <w:bookmarkStart w:id="44" w:name="d2b9d9b0-d347-41b0-b449-60da5db8c7f8"/>
      <w:bookmarkEnd w:id="44"/>
      <w:r w:rsidRPr="00E63691">
        <w:rPr>
          <w:rFonts w:ascii="Times New Roman" w:hAnsi="Times New Roman"/>
          <w:color w:val="000000"/>
          <w:sz w:val="28"/>
          <w:lang w:val="ru-RU"/>
        </w:rPr>
        <w:t xml:space="preserve"> • Технология, 8-9 классы/ Казакевич В.М., Пичугина Г.В., Семенова Г.Ю. и другие; под редакцией Казакевича В.М., Акционерное общество «Издательство «Просвещение»‌​</w:t>
      </w:r>
    </w:p>
    <w:p w:rsidR="00057B7A" w:rsidRPr="00E63691" w:rsidRDefault="00057B7A">
      <w:pPr>
        <w:spacing w:after="0" w:line="480" w:lineRule="auto"/>
        <w:ind w:left="120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057B7A" w:rsidRPr="00E63691" w:rsidRDefault="00057B7A">
      <w:pPr>
        <w:spacing w:after="0"/>
        <w:ind w:left="120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​</w:t>
      </w:r>
    </w:p>
    <w:p w:rsidR="00057B7A" w:rsidRPr="00E63691" w:rsidRDefault="00057B7A">
      <w:pPr>
        <w:spacing w:after="0" w:line="480" w:lineRule="auto"/>
        <w:ind w:left="120"/>
        <w:rPr>
          <w:lang w:val="ru-RU"/>
        </w:rPr>
      </w:pPr>
      <w:r w:rsidRPr="00E6369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57B7A" w:rsidRPr="00E63691" w:rsidRDefault="00057B7A">
      <w:pPr>
        <w:spacing w:after="0" w:line="480" w:lineRule="auto"/>
        <w:ind w:left="120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​‌Примерной рабочей программы для обучения учащихся 5 – 9 классов в переходный</w:t>
      </w:r>
      <w:r w:rsidRPr="00E63691">
        <w:rPr>
          <w:sz w:val="28"/>
          <w:lang w:val="ru-RU"/>
        </w:rPr>
        <w:br/>
      </w:r>
      <w:r w:rsidRPr="00E63691">
        <w:rPr>
          <w:rFonts w:ascii="Times New Roman" w:hAnsi="Times New Roman"/>
          <w:color w:val="000000"/>
          <w:sz w:val="28"/>
          <w:lang w:val="ru-RU"/>
        </w:rPr>
        <w:t xml:space="preserve"> период «Технология. Программа. 5 – 9 классы» / В.М.Казакевич, Г.В. Пичугина,</w:t>
      </w:r>
      <w:r w:rsidRPr="00E63691">
        <w:rPr>
          <w:sz w:val="28"/>
          <w:lang w:val="ru-RU"/>
        </w:rPr>
        <w:br/>
      </w:r>
      <w:r w:rsidRPr="00E63691">
        <w:rPr>
          <w:rFonts w:ascii="Times New Roman" w:hAnsi="Times New Roman"/>
          <w:color w:val="000000"/>
          <w:sz w:val="28"/>
          <w:lang w:val="ru-RU"/>
        </w:rPr>
        <w:t xml:space="preserve"> Г.Ю. Семёнова. – М.: Издательский центр «ВЕНТАНА – ГРАФ».</w:t>
      </w:r>
      <w:r w:rsidRPr="00E63691">
        <w:rPr>
          <w:sz w:val="28"/>
          <w:lang w:val="ru-RU"/>
        </w:rPr>
        <w:br/>
      </w:r>
      <w:r w:rsidRPr="00E6369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</w:t>
      </w:r>
      <w:r w:rsidRPr="00E63691">
        <w:rPr>
          <w:rFonts w:ascii="Times New Roman" w:hAnsi="Times New Roman"/>
          <w:color w:val="000000"/>
          <w:sz w:val="28"/>
          <w:lang w:val="ru-RU"/>
        </w:rPr>
        <w:t xml:space="preserve"> Казакевич В. М., Пичугина Г. В., Семёнова Г. Ю. и др./под ред. Казакевича В. М.</w:t>
      </w:r>
      <w:r w:rsidRPr="00E63691">
        <w:rPr>
          <w:sz w:val="28"/>
          <w:lang w:val="ru-RU"/>
        </w:rPr>
        <w:br/>
      </w:r>
      <w:r w:rsidRPr="00E63691">
        <w:rPr>
          <w:rFonts w:ascii="Times New Roman" w:hAnsi="Times New Roman"/>
          <w:color w:val="000000"/>
          <w:sz w:val="28"/>
          <w:lang w:val="ru-RU"/>
        </w:rPr>
        <w:t xml:space="preserve"> «Технология». 5 класс. АО «Издательство Просвещение» 2019 г</w:t>
      </w:r>
      <w:r w:rsidRPr="00E63691">
        <w:rPr>
          <w:sz w:val="28"/>
          <w:lang w:val="ru-RU"/>
        </w:rPr>
        <w:br/>
      </w:r>
      <w:r w:rsidRPr="00E6369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</w:t>
      </w:r>
      <w:r w:rsidRPr="00E63691">
        <w:rPr>
          <w:rFonts w:ascii="Times New Roman" w:hAnsi="Times New Roman"/>
          <w:color w:val="000000"/>
          <w:sz w:val="28"/>
          <w:lang w:val="ru-RU"/>
        </w:rPr>
        <w:t xml:space="preserve"> Сасова И.А.Технология: учебник для учащихся 5 класса общеобразовательной</w:t>
      </w:r>
      <w:r w:rsidRPr="00E63691">
        <w:rPr>
          <w:sz w:val="28"/>
          <w:lang w:val="ru-RU"/>
        </w:rPr>
        <w:br/>
      </w:r>
      <w:r w:rsidRPr="00E63691">
        <w:rPr>
          <w:rFonts w:ascii="Times New Roman" w:hAnsi="Times New Roman"/>
          <w:color w:val="000000"/>
          <w:sz w:val="28"/>
          <w:lang w:val="ru-RU"/>
        </w:rPr>
        <w:t xml:space="preserve"> школы / И.А.Сасовой, А.В.Марченко и др. / под ред. И.А.Сасовой. 4е изд., перераб.-</w:t>
      </w:r>
      <w:r w:rsidRPr="00E63691">
        <w:rPr>
          <w:sz w:val="28"/>
          <w:lang w:val="ru-RU"/>
        </w:rPr>
        <w:br/>
      </w:r>
      <w:r w:rsidRPr="00E63691">
        <w:rPr>
          <w:rFonts w:ascii="Times New Roman" w:hAnsi="Times New Roman"/>
          <w:color w:val="000000"/>
          <w:sz w:val="28"/>
          <w:lang w:val="ru-RU"/>
        </w:rPr>
        <w:t xml:space="preserve"> М.: ВентанаГраф, 2013</w:t>
      </w:r>
      <w:r w:rsidRPr="00E63691">
        <w:rPr>
          <w:sz w:val="28"/>
          <w:lang w:val="ru-RU"/>
        </w:rPr>
        <w:br/>
      </w:r>
      <w:r w:rsidRPr="00E6369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</w:t>
      </w:r>
      <w:r w:rsidRPr="00E63691">
        <w:rPr>
          <w:rFonts w:ascii="Times New Roman" w:hAnsi="Times New Roman"/>
          <w:color w:val="000000"/>
          <w:sz w:val="28"/>
          <w:lang w:val="ru-RU"/>
        </w:rPr>
        <w:t xml:space="preserve"> Павлова М.Б., Питт Дж., Гуревич М.И., Сасова И.А. Метод проектов в</w:t>
      </w:r>
      <w:r w:rsidRPr="00E63691">
        <w:rPr>
          <w:sz w:val="28"/>
          <w:lang w:val="ru-RU"/>
        </w:rPr>
        <w:br/>
      </w:r>
      <w:r w:rsidRPr="00E63691">
        <w:rPr>
          <w:rFonts w:ascii="Times New Roman" w:hAnsi="Times New Roman"/>
          <w:color w:val="000000"/>
          <w:sz w:val="28"/>
          <w:lang w:val="ru-RU"/>
        </w:rPr>
        <w:t xml:space="preserve"> технологическом образовании школьников: Пособие для учителя / Под ред. И.А.</w:t>
      </w:r>
      <w:r w:rsidRPr="00E63691">
        <w:rPr>
          <w:sz w:val="28"/>
          <w:lang w:val="ru-RU"/>
        </w:rPr>
        <w:br/>
      </w:r>
      <w:r w:rsidRPr="00E63691">
        <w:rPr>
          <w:rFonts w:ascii="Times New Roman" w:hAnsi="Times New Roman"/>
          <w:color w:val="000000"/>
          <w:sz w:val="28"/>
          <w:lang w:val="ru-RU"/>
        </w:rPr>
        <w:t xml:space="preserve"> Сасовой. – М.: ВентанаГрафф, 2003</w:t>
      </w:r>
      <w:r w:rsidRPr="00E63691">
        <w:rPr>
          <w:sz w:val="28"/>
          <w:lang w:val="ru-RU"/>
        </w:rPr>
        <w:br/>
      </w:r>
      <w:r w:rsidRPr="00E6369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</w:t>
      </w:r>
      <w:r w:rsidRPr="00E63691">
        <w:rPr>
          <w:rFonts w:ascii="Times New Roman" w:hAnsi="Times New Roman"/>
          <w:color w:val="000000"/>
          <w:sz w:val="28"/>
          <w:lang w:val="ru-RU"/>
        </w:rPr>
        <w:t xml:space="preserve"> С.Э. Маркуцкая Тесты по технологии «Обслуживающий труд» для 5-7 класса.</w:t>
      </w:r>
      <w:r w:rsidRPr="00E63691">
        <w:rPr>
          <w:sz w:val="28"/>
          <w:lang w:val="ru-RU"/>
        </w:rPr>
        <w:br/>
      </w:r>
      <w:r w:rsidRPr="00E63691">
        <w:rPr>
          <w:rFonts w:ascii="Times New Roman" w:hAnsi="Times New Roman"/>
          <w:color w:val="000000"/>
          <w:sz w:val="28"/>
          <w:lang w:val="ru-RU"/>
        </w:rPr>
        <w:t xml:space="preserve"> Учебнометодический комплект – М.: «Экзамен», 2006</w:t>
      </w:r>
      <w:r w:rsidRPr="00E63691">
        <w:rPr>
          <w:sz w:val="28"/>
          <w:lang w:val="ru-RU"/>
        </w:rPr>
        <w:br/>
      </w:r>
      <w:bookmarkStart w:id="45" w:name="bb79c701-a50b-4369-a44e-ca027f95a753"/>
      <w:bookmarkEnd w:id="45"/>
      <w:r w:rsidRPr="00E63691">
        <w:rPr>
          <w:rFonts w:ascii="Times New Roman" w:hAnsi="Times New Roman"/>
          <w:color w:val="000000"/>
          <w:sz w:val="28"/>
          <w:lang w:val="ru-RU"/>
        </w:rPr>
        <w:t>‌​</w:t>
      </w:r>
    </w:p>
    <w:p w:rsidR="00057B7A" w:rsidRPr="00E63691" w:rsidRDefault="00057B7A">
      <w:pPr>
        <w:spacing w:after="0"/>
        <w:ind w:left="120"/>
        <w:rPr>
          <w:lang w:val="ru-RU"/>
        </w:rPr>
      </w:pPr>
    </w:p>
    <w:p w:rsidR="00057B7A" w:rsidRPr="00E63691" w:rsidRDefault="00057B7A">
      <w:pPr>
        <w:spacing w:after="0" w:line="480" w:lineRule="auto"/>
        <w:ind w:left="120"/>
        <w:rPr>
          <w:lang w:val="ru-RU"/>
        </w:rPr>
      </w:pPr>
      <w:r w:rsidRPr="00E6369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57B7A" w:rsidRPr="00E63691" w:rsidRDefault="00057B7A">
      <w:pPr>
        <w:spacing w:after="0" w:line="480" w:lineRule="auto"/>
        <w:ind w:left="120"/>
        <w:rPr>
          <w:lang w:val="ru-RU"/>
        </w:rPr>
      </w:pPr>
      <w:r w:rsidRPr="00E63691">
        <w:rPr>
          <w:rFonts w:ascii="Times New Roman" w:hAnsi="Times New Roman"/>
          <w:color w:val="000000"/>
          <w:sz w:val="28"/>
          <w:lang w:val="ru-RU"/>
        </w:rPr>
        <w:t>​</w:t>
      </w:r>
      <w:r w:rsidRPr="00E63691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</w:t>
      </w:r>
      <w:r w:rsidRPr="00E6369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6369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it</w:t>
      </w:r>
      <w:r w:rsidRPr="00E6369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n</w:t>
      </w:r>
      <w:r w:rsidRPr="00E6369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63691">
        <w:rPr>
          <w:rFonts w:ascii="Times New Roman" w:hAnsi="Times New Roman"/>
          <w:color w:val="000000"/>
          <w:sz w:val="28"/>
          <w:lang w:val="ru-RU"/>
        </w:rPr>
        <w:t>/ – Сеть творческих учителей</w:t>
      </w:r>
      <w:r w:rsidRPr="00E63691">
        <w:rPr>
          <w:sz w:val="28"/>
          <w:lang w:val="ru-RU"/>
        </w:rPr>
        <w:br/>
      </w:r>
      <w:r w:rsidRPr="00E6369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E6369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6369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inter</w:t>
      </w:r>
      <w:r w:rsidRPr="00E6369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pedagogika</w:t>
      </w:r>
      <w:r w:rsidRPr="00E6369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63691">
        <w:rPr>
          <w:rFonts w:ascii="Times New Roman" w:hAnsi="Times New Roman"/>
          <w:color w:val="000000"/>
          <w:sz w:val="28"/>
          <w:lang w:val="ru-RU"/>
        </w:rPr>
        <w:t xml:space="preserve">/ – </w:t>
      </w:r>
      <w:r>
        <w:rPr>
          <w:rFonts w:ascii="Times New Roman" w:hAnsi="Times New Roman"/>
          <w:color w:val="000000"/>
          <w:sz w:val="28"/>
        </w:rPr>
        <w:t>inter</w:t>
      </w:r>
      <w:r w:rsidRPr="00E63691">
        <w:rPr>
          <w:rFonts w:ascii="Times New Roman" w:hAnsi="Times New Roman"/>
          <w:color w:val="000000"/>
          <w:sz w:val="28"/>
          <w:lang w:val="ru-RU"/>
        </w:rPr>
        <w:t>-педагогика</w:t>
      </w:r>
      <w:r w:rsidRPr="00E63691">
        <w:rPr>
          <w:sz w:val="28"/>
          <w:lang w:val="ru-RU"/>
        </w:rPr>
        <w:br/>
      </w:r>
      <w:r w:rsidRPr="00E6369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E6369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6369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debryansk</w:t>
      </w:r>
      <w:r w:rsidRPr="00E6369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63691">
        <w:rPr>
          <w:rFonts w:ascii="Times New Roman" w:hAnsi="Times New Roman"/>
          <w:color w:val="000000"/>
          <w:sz w:val="28"/>
          <w:lang w:val="ru-RU"/>
        </w:rPr>
        <w:t>/~</w:t>
      </w:r>
      <w:r>
        <w:rPr>
          <w:rFonts w:ascii="Times New Roman" w:hAnsi="Times New Roman"/>
          <w:color w:val="000000"/>
          <w:sz w:val="28"/>
        </w:rPr>
        <w:t>lpsch</w:t>
      </w:r>
      <w:r w:rsidRPr="00E63691">
        <w:rPr>
          <w:rFonts w:ascii="Times New Roman" w:hAnsi="Times New Roman"/>
          <w:color w:val="000000"/>
          <w:sz w:val="28"/>
          <w:lang w:val="ru-RU"/>
        </w:rPr>
        <w:t>/ – Информационно-методический сайт</w:t>
      </w:r>
      <w:r w:rsidRPr="00E63691">
        <w:rPr>
          <w:sz w:val="28"/>
          <w:lang w:val="ru-RU"/>
        </w:rPr>
        <w:br/>
      </w:r>
      <w:r w:rsidRPr="00E6369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E6369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lib</w:t>
      </w:r>
      <w:r w:rsidRPr="00E6369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homelinux</w:t>
      </w:r>
      <w:r w:rsidRPr="00E6369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org</w:t>
      </w:r>
      <w:r w:rsidRPr="00E63691">
        <w:rPr>
          <w:rFonts w:ascii="Times New Roman" w:hAnsi="Times New Roman"/>
          <w:color w:val="000000"/>
          <w:sz w:val="28"/>
          <w:lang w:val="ru-RU"/>
        </w:rPr>
        <w:t xml:space="preserve">/ – огромное количество книг по различным предметам в формате </w:t>
      </w:r>
      <w:r>
        <w:rPr>
          <w:rFonts w:ascii="Times New Roman" w:hAnsi="Times New Roman"/>
          <w:color w:val="000000"/>
          <w:sz w:val="28"/>
        </w:rPr>
        <w:t>Djvu</w:t>
      </w:r>
      <w:r w:rsidRPr="00E6369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63691">
        <w:rPr>
          <w:sz w:val="28"/>
          <w:lang w:val="ru-RU"/>
        </w:rPr>
        <w:br/>
      </w:r>
      <w:r w:rsidRPr="00E6369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E6369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iearn</w:t>
      </w:r>
      <w:r w:rsidRPr="00E6369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spb</w:t>
      </w:r>
      <w:r w:rsidRPr="00E6369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63691">
        <w:rPr>
          <w:rFonts w:ascii="Times New Roman" w:hAnsi="Times New Roman"/>
          <w:color w:val="000000"/>
          <w:sz w:val="28"/>
          <w:lang w:val="ru-RU"/>
        </w:rPr>
        <w:t xml:space="preserve"> - русская страница международной образовательной сети 1*ЕАКМ (десятки стран участвуют в международных проектах)</w:t>
      </w:r>
      <w:r w:rsidRPr="00E63691">
        <w:rPr>
          <w:sz w:val="28"/>
          <w:lang w:val="ru-RU"/>
        </w:rPr>
        <w:br/>
      </w:r>
      <w:r w:rsidRPr="00E63691">
        <w:rPr>
          <w:rFonts w:ascii="Times New Roman" w:hAnsi="Times New Roman"/>
          <w:color w:val="000000"/>
          <w:sz w:val="28"/>
          <w:lang w:val="ru-RU"/>
        </w:rPr>
        <w:t xml:space="preserve"> ВЕБ-САЙТЫ ДЛЯ РАЗВИТИЯ ТВОРЧЕСКИХ СПОСОБНОСТЕЙ ШКОЛЬНИКОВ:</w:t>
      </w:r>
      <w:r w:rsidRPr="00E63691">
        <w:rPr>
          <w:sz w:val="28"/>
          <w:lang w:val="ru-RU"/>
        </w:rPr>
        <w:br/>
      </w:r>
      <w:r w:rsidRPr="00E63691">
        <w:rPr>
          <w:sz w:val="28"/>
          <w:lang w:val="ru-RU"/>
        </w:rPr>
        <w:br/>
      </w:r>
      <w:r w:rsidRPr="00E6369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E6369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6369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kudesniki</w:t>
      </w:r>
      <w:r w:rsidRPr="00E6369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6369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gallery</w:t>
      </w:r>
      <w:r w:rsidRPr="00E63691">
        <w:rPr>
          <w:rFonts w:ascii="Times New Roman" w:hAnsi="Times New Roman"/>
          <w:color w:val="000000"/>
          <w:sz w:val="28"/>
          <w:lang w:val="ru-RU"/>
        </w:rPr>
        <w:t xml:space="preserve"> - галерея детских рисунков «Дети в Интернете»</w:t>
      </w:r>
      <w:r w:rsidRPr="00E63691">
        <w:rPr>
          <w:sz w:val="28"/>
          <w:lang w:val="ru-RU"/>
        </w:rPr>
        <w:br/>
      </w:r>
      <w:r w:rsidRPr="00E6369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E6369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6369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chg</w:t>
      </w:r>
      <w:r w:rsidRPr="00E6369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63691">
        <w:rPr>
          <w:rFonts w:ascii="Times New Roman" w:hAnsi="Times New Roman"/>
          <w:color w:val="000000"/>
          <w:sz w:val="28"/>
          <w:lang w:val="ru-RU"/>
        </w:rPr>
        <w:t>./</w:t>
      </w:r>
      <w:r>
        <w:rPr>
          <w:rFonts w:ascii="Times New Roman" w:hAnsi="Times New Roman"/>
          <w:color w:val="000000"/>
          <w:sz w:val="28"/>
        </w:rPr>
        <w:t>Fairy</w:t>
      </w:r>
      <w:r w:rsidRPr="00E63691">
        <w:rPr>
          <w:rFonts w:ascii="Times New Roman" w:hAnsi="Times New Roman"/>
          <w:color w:val="000000"/>
          <w:sz w:val="28"/>
          <w:lang w:val="ru-RU"/>
        </w:rPr>
        <w:t xml:space="preserve"> - творческий фестиваль «Детская сказка» </w:t>
      </w:r>
      <w:r>
        <w:rPr>
          <w:rFonts w:ascii="Times New Roman" w:hAnsi="Times New Roman"/>
          <w:color w:val="000000"/>
          <w:sz w:val="28"/>
        </w:rPr>
        <w:t>http</w:t>
      </w:r>
      <w:r w:rsidRPr="00E6369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6369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rozmisel</w:t>
      </w:r>
      <w:r w:rsidRPr="00E6369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irk</w:t>
      </w:r>
      <w:r w:rsidRPr="00E6369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6369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children</w:t>
      </w:r>
      <w:r w:rsidRPr="00E63691">
        <w:rPr>
          <w:rFonts w:ascii="Times New Roman" w:hAnsi="Times New Roman"/>
          <w:color w:val="000000"/>
          <w:sz w:val="28"/>
          <w:lang w:val="ru-RU"/>
        </w:rPr>
        <w:t xml:space="preserve"> - «Творите!»</w:t>
      </w:r>
      <w:r w:rsidRPr="00E63691">
        <w:rPr>
          <w:sz w:val="28"/>
          <w:lang w:val="ru-RU"/>
        </w:rPr>
        <w:br/>
      </w:r>
      <w:r w:rsidRPr="00E6369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E6369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6369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E6369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nsu</w:t>
      </w:r>
      <w:r w:rsidRPr="00E6369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63691">
        <w:rPr>
          <w:rFonts w:ascii="Times New Roman" w:hAnsi="Times New Roman"/>
          <w:color w:val="000000"/>
          <w:sz w:val="28"/>
          <w:lang w:val="ru-RU"/>
        </w:rPr>
        <w:t>/~</w:t>
      </w:r>
      <w:r>
        <w:rPr>
          <w:rFonts w:ascii="Times New Roman" w:hAnsi="Times New Roman"/>
          <w:color w:val="000000"/>
          <w:sz w:val="28"/>
        </w:rPr>
        <w:t>ic</w:t>
      </w:r>
      <w:r w:rsidRPr="00E63691">
        <w:rPr>
          <w:rFonts w:ascii="Times New Roman" w:hAnsi="Times New Roman"/>
          <w:color w:val="000000"/>
          <w:sz w:val="28"/>
          <w:lang w:val="ru-RU"/>
        </w:rPr>
        <w:t xml:space="preserve"> - «Интеллектуальный клуб»: викторины и конкурсы, головоломки и кроссворды.</w:t>
      </w:r>
      <w:r w:rsidRPr="00E63691">
        <w:rPr>
          <w:sz w:val="28"/>
          <w:lang w:val="ru-RU"/>
        </w:rPr>
        <w:br/>
      </w:r>
      <w:r w:rsidRPr="00E63691">
        <w:rPr>
          <w:rFonts w:ascii="Times New Roman" w:hAnsi="Times New Roman"/>
          <w:color w:val="000000"/>
          <w:sz w:val="28"/>
          <w:lang w:val="ru-RU"/>
        </w:rPr>
        <w:t xml:space="preserve"> ВЕБ-САЙТЫ - КАТАЛОГИ ШКОЛЬНЫХ РЕСУРСОВ:</w:t>
      </w:r>
      <w:r w:rsidRPr="00E63691">
        <w:rPr>
          <w:sz w:val="28"/>
          <w:lang w:val="ru-RU"/>
        </w:rPr>
        <w:br/>
      </w:r>
      <w:r w:rsidRPr="00E63691">
        <w:rPr>
          <w:sz w:val="28"/>
          <w:lang w:val="ru-RU"/>
        </w:rPr>
        <w:br/>
      </w:r>
      <w:r w:rsidRPr="00E6369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E6369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6369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kinder</w:t>
      </w:r>
      <w:r w:rsidRPr="00E6369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63691">
        <w:rPr>
          <w:rFonts w:ascii="Times New Roman" w:hAnsi="Times New Roman"/>
          <w:color w:val="000000"/>
          <w:sz w:val="28"/>
          <w:lang w:val="ru-RU"/>
        </w:rPr>
        <w:t>/ - каталог детских ресурсов: все, что может быть интересно детям.</w:t>
      </w:r>
      <w:r w:rsidRPr="00E63691">
        <w:rPr>
          <w:sz w:val="28"/>
          <w:lang w:val="ru-RU"/>
        </w:rPr>
        <w:br/>
      </w:r>
      <w:r w:rsidRPr="00E6369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E6369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6369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E6369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holm</w:t>
      </w:r>
      <w:r w:rsidRPr="00E6369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63691">
        <w:rPr>
          <w:rFonts w:ascii="Times New Roman" w:hAnsi="Times New Roman"/>
          <w:color w:val="000000"/>
          <w:sz w:val="28"/>
          <w:lang w:val="ru-RU"/>
        </w:rPr>
        <w:t xml:space="preserve"> - «Школьный мир»: каталог ресурсов для школьников и их родителей.</w:t>
      </w:r>
      <w:r w:rsidRPr="00E63691">
        <w:rPr>
          <w:sz w:val="28"/>
          <w:lang w:val="ru-RU"/>
        </w:rPr>
        <w:br/>
      </w:r>
      <w:r w:rsidRPr="00E6369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E6369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6369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chat</w:t>
      </w:r>
      <w:r w:rsidRPr="00E6369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6369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rusrepetitor</w:t>
      </w:r>
      <w:r w:rsidRPr="00E63691">
        <w:rPr>
          <w:rFonts w:ascii="Times New Roman" w:hAnsi="Times New Roman"/>
          <w:color w:val="000000"/>
          <w:sz w:val="28"/>
          <w:lang w:val="ru-RU"/>
        </w:rPr>
        <w:t xml:space="preserve"> - Репетитор: учебные материалы, тесты, рассказы, всякая всячина для школьников, абитуриентов и студентов</w:t>
      </w:r>
      <w:r w:rsidRPr="00E63691">
        <w:rPr>
          <w:sz w:val="28"/>
          <w:lang w:val="ru-RU"/>
        </w:rPr>
        <w:br/>
      </w:r>
      <w:r w:rsidRPr="00E63691">
        <w:rPr>
          <w:rFonts w:ascii="Times New Roman" w:hAnsi="Times New Roman"/>
          <w:color w:val="000000"/>
          <w:sz w:val="28"/>
          <w:lang w:val="ru-RU"/>
        </w:rPr>
        <w:t xml:space="preserve"> Интересные странички Интернет:</w:t>
      </w:r>
      <w:r w:rsidRPr="00E63691">
        <w:rPr>
          <w:sz w:val="28"/>
          <w:lang w:val="ru-RU"/>
        </w:rPr>
        <w:br/>
      </w:r>
      <w:r w:rsidRPr="00E63691">
        <w:rPr>
          <w:sz w:val="28"/>
          <w:lang w:val="ru-RU"/>
        </w:rPr>
        <w:br/>
      </w:r>
      <w:bookmarkStart w:id="46" w:name="147225a6-2265-4e40-aff2-4e80b92752f1"/>
      <w:bookmarkEnd w:id="46"/>
      <w:r w:rsidRPr="00E6369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E6369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E6369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sector</w:t>
      </w:r>
      <w:r w:rsidRPr="00E6369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relarn</w:t>
      </w:r>
      <w:r w:rsidRPr="00E6369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6369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efim</w:t>
      </w:r>
      <w:r w:rsidRPr="00E63691">
        <w:rPr>
          <w:rFonts w:ascii="Times New Roman" w:hAnsi="Times New Roman"/>
          <w:color w:val="000000"/>
          <w:sz w:val="28"/>
          <w:lang w:val="ru-RU"/>
        </w:rPr>
        <w:t>/6</w:t>
      </w:r>
      <w:r>
        <w:rPr>
          <w:rFonts w:ascii="Times New Roman" w:hAnsi="Times New Roman"/>
          <w:color w:val="000000"/>
          <w:sz w:val="28"/>
        </w:rPr>
        <w:t>skrudge</w:t>
      </w:r>
      <w:r w:rsidRPr="00E63691">
        <w:rPr>
          <w:rFonts w:ascii="Times New Roman" w:hAnsi="Times New Roman"/>
          <w:color w:val="000000"/>
          <w:sz w:val="28"/>
          <w:lang w:val="ru-RU"/>
        </w:rPr>
        <w:t>/2003/</w:t>
      </w:r>
      <w:r>
        <w:rPr>
          <w:rFonts w:ascii="Times New Roman" w:hAnsi="Times New Roman"/>
          <w:color w:val="000000"/>
          <w:sz w:val="28"/>
        </w:rPr>
        <w:t>skru</w:t>
      </w:r>
      <w:r w:rsidRPr="00E63691">
        <w:rPr>
          <w:rFonts w:ascii="Times New Roman" w:hAnsi="Times New Roman"/>
          <w:color w:val="000000"/>
          <w:sz w:val="28"/>
          <w:lang w:val="ru-RU"/>
        </w:rPr>
        <w:t>_2003_015.</w:t>
      </w:r>
      <w:r>
        <w:rPr>
          <w:rFonts w:ascii="Times New Roman" w:hAnsi="Times New Roman"/>
          <w:color w:val="000000"/>
          <w:sz w:val="28"/>
        </w:rPr>
        <w:t>htm</w:t>
      </w:r>
      <w:r w:rsidRPr="00E63691">
        <w:rPr>
          <w:rFonts w:ascii="Times New Roman" w:hAnsi="Times New Roman"/>
          <w:color w:val="000000"/>
          <w:sz w:val="28"/>
          <w:lang w:val="ru-RU"/>
        </w:rPr>
        <w:t xml:space="preserve"> - Фестиваль педагогических идей "Открытый урок" </w:t>
      </w:r>
      <w:r w:rsidRPr="00E63691">
        <w:rPr>
          <w:rFonts w:ascii="Times New Roman" w:hAnsi="Times New Roman"/>
          <w:color w:val="333333"/>
          <w:sz w:val="28"/>
          <w:lang w:val="ru-RU"/>
        </w:rPr>
        <w:t>‌</w:t>
      </w:r>
      <w:r w:rsidRPr="00E63691">
        <w:rPr>
          <w:rFonts w:ascii="Times New Roman" w:hAnsi="Times New Roman"/>
          <w:color w:val="000000"/>
          <w:sz w:val="28"/>
          <w:lang w:val="ru-RU"/>
        </w:rPr>
        <w:t>​</w:t>
      </w:r>
    </w:p>
    <w:p w:rsidR="00057B7A" w:rsidRPr="00E63691" w:rsidRDefault="00057B7A">
      <w:pPr>
        <w:rPr>
          <w:lang w:val="ru-RU"/>
        </w:rPr>
        <w:sectPr w:rsidR="00057B7A" w:rsidRPr="00E63691">
          <w:pgSz w:w="11906" w:h="16383"/>
          <w:pgMar w:top="1134" w:right="850" w:bottom="1134" w:left="1701" w:header="720" w:footer="720" w:gutter="0"/>
          <w:cols w:space="720"/>
        </w:sectPr>
      </w:pPr>
    </w:p>
    <w:p w:rsidR="00057B7A" w:rsidRPr="00E63691" w:rsidRDefault="00057B7A">
      <w:pPr>
        <w:rPr>
          <w:lang w:val="ru-RU"/>
        </w:rPr>
      </w:pPr>
    </w:p>
    <w:sectPr w:rsidR="00057B7A" w:rsidRPr="00E63691" w:rsidSect="0047725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7250"/>
    <w:rsid w:val="00057B7A"/>
    <w:rsid w:val="00066B1E"/>
    <w:rsid w:val="000D4161"/>
    <w:rsid w:val="000E6D86"/>
    <w:rsid w:val="001E55B2"/>
    <w:rsid w:val="002070C9"/>
    <w:rsid w:val="002122B9"/>
    <w:rsid w:val="002B5F3E"/>
    <w:rsid w:val="003428E7"/>
    <w:rsid w:val="00344265"/>
    <w:rsid w:val="00441E9A"/>
    <w:rsid w:val="00442AA3"/>
    <w:rsid w:val="00477250"/>
    <w:rsid w:val="00495BE0"/>
    <w:rsid w:val="004C4C45"/>
    <w:rsid w:val="004E6975"/>
    <w:rsid w:val="005C7255"/>
    <w:rsid w:val="008175EC"/>
    <w:rsid w:val="008610C7"/>
    <w:rsid w:val="0086502D"/>
    <w:rsid w:val="008944ED"/>
    <w:rsid w:val="009B2FC6"/>
    <w:rsid w:val="00AB4753"/>
    <w:rsid w:val="00B03E99"/>
    <w:rsid w:val="00B748BF"/>
    <w:rsid w:val="00BF752E"/>
    <w:rsid w:val="00C53FFE"/>
    <w:rsid w:val="00D225C6"/>
    <w:rsid w:val="00E2220E"/>
    <w:rsid w:val="00E63691"/>
    <w:rsid w:val="00E9175A"/>
    <w:rsid w:val="00EB5739"/>
    <w:rsid w:val="00ED56DE"/>
    <w:rsid w:val="00F60687"/>
    <w:rsid w:val="00FC1E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5F3E"/>
    <w:pPr>
      <w:spacing w:after="200" w:line="276" w:lineRule="auto"/>
    </w:pPr>
    <w:rPr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B5F3E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B5F3E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B5F3E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B5F3E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B5F3E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2B5F3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2B5F3E"/>
    <w:rPr>
      <w:rFonts w:ascii="Cambria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2B5F3E"/>
    <w:rPr>
      <w:rFonts w:ascii="Cambria" w:hAnsi="Cambria" w:cs="Times New Roman"/>
      <w:b/>
      <w:bCs/>
      <w:i/>
      <w:iCs/>
      <w:color w:val="4F81BD"/>
    </w:rPr>
  </w:style>
  <w:style w:type="paragraph" w:styleId="Header">
    <w:name w:val="header"/>
    <w:basedOn w:val="Normal"/>
    <w:link w:val="HeaderChar"/>
    <w:uiPriority w:val="99"/>
    <w:rsid w:val="002B5F3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B5F3E"/>
    <w:rPr>
      <w:rFonts w:cs="Times New Roman"/>
    </w:rPr>
  </w:style>
  <w:style w:type="paragraph" w:styleId="NormalIndent">
    <w:name w:val="Normal Indent"/>
    <w:basedOn w:val="Normal"/>
    <w:uiPriority w:val="99"/>
    <w:rsid w:val="002B5F3E"/>
    <w:pPr>
      <w:ind w:left="720"/>
    </w:pPr>
  </w:style>
  <w:style w:type="paragraph" w:styleId="Subtitle">
    <w:name w:val="Subtitle"/>
    <w:basedOn w:val="Normal"/>
    <w:next w:val="Normal"/>
    <w:link w:val="SubtitleChar"/>
    <w:uiPriority w:val="99"/>
    <w:qFormat/>
    <w:rsid w:val="002B5F3E"/>
    <w:pPr>
      <w:numPr>
        <w:ilvl w:val="1"/>
      </w:numPr>
      <w:ind w:left="86"/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B5F3E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99"/>
    <w:qFormat/>
    <w:rsid w:val="002B5F3E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2B5F3E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99"/>
    <w:qFormat/>
    <w:rsid w:val="002B5F3E"/>
    <w:rPr>
      <w:rFonts w:cs="Times New Roman"/>
      <w:i/>
      <w:iCs/>
    </w:rPr>
  </w:style>
  <w:style w:type="character" w:styleId="Hyperlink">
    <w:name w:val="Hyperlink"/>
    <w:basedOn w:val="DefaultParagraphFont"/>
    <w:uiPriority w:val="99"/>
    <w:rsid w:val="00477250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477250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99"/>
    <w:qFormat/>
    <w:rsid w:val="002B5F3E"/>
    <w:pPr>
      <w:spacing w:line="240" w:lineRule="auto"/>
    </w:pPr>
    <w:rPr>
      <w:b/>
      <w:bCs/>
      <w:color w:val="4F81BD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71</TotalTime>
  <Pages>87</Pages>
  <Words>13448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ПРОСВЕЩЕНИЯ РОССИЙСКОЙ ФЕДЕРАЦИИ</dc:title>
  <dc:subject/>
  <dc:creator>Резеда</dc:creator>
  <cp:keywords/>
  <dc:description/>
  <cp:lastModifiedBy>Резеда</cp:lastModifiedBy>
  <cp:revision>5</cp:revision>
  <dcterms:created xsi:type="dcterms:W3CDTF">2023-09-01T18:36:00Z</dcterms:created>
  <dcterms:modified xsi:type="dcterms:W3CDTF">2023-09-11T05:59:00Z</dcterms:modified>
</cp:coreProperties>
</file>